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BC4BA" wp14:editId="1C66C70C">
                <wp:simplePos x="0" y="0"/>
                <wp:positionH relativeFrom="column">
                  <wp:posOffset>32384</wp:posOffset>
                </wp:positionH>
                <wp:positionV relativeFrom="paragraph">
                  <wp:posOffset>26035</wp:posOffset>
                </wp:positionV>
                <wp:extent cx="6219825" cy="523875"/>
                <wp:effectExtent l="0" t="0" r="9525" b="952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5E47" w:rsidRPr="00125E47" w:rsidRDefault="0039194A" w:rsidP="00125E47">
                            <w:pPr>
                              <w:tabs>
                                <w:tab w:val="right" w:pos="1560"/>
                              </w:tabs>
                              <w:spacing w:after="0"/>
                              <w:jc w:val="right"/>
                              <w:outlineLvl w:val="0"/>
                              <w:rPr>
                                <w:rFonts w:ascii="Arial" w:hAnsi="Arial" w:cs="Arial"/>
                                <w:b/>
                                <w:color w:val="97BF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7BF0D"/>
                                <w:sz w:val="52"/>
                                <w:szCs w:val="52"/>
                              </w:rPr>
                              <w:t>Prêt à insérer</w:t>
                            </w:r>
                          </w:p>
                          <w:p w:rsidR="00125E47" w:rsidRDefault="00125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.55pt;margin-top:2.05pt;width:489.7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" stroked="f">
                <v:textbox>
                  <w:txbxContent>
                    <w:p w:rsidR="00125E47" w:rsidRPr="00125E47" w:rsidRDefault="0039194A" w:rsidP="00125E47">
                      <w:pPr>
                        <w:tabs>
                          <w:tab w:val="right" w:pos="1560"/>
                        </w:tabs>
                        <w:spacing w:after="0"/>
                        <w:jc w:val="right"/>
                        <w:outlineLvl w:val="0"/>
                        <w:rPr>
                          <w:rFonts w:ascii="Arial" w:hAnsi="Arial" w:cs="Arial"/>
                          <w:b/>
                          <w:color w:val="97BF0D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7BF0D"/>
                          <w:sz w:val="52"/>
                          <w:szCs w:val="52"/>
                        </w:rPr>
                        <w:t>Prêt à insérer</w:t>
                      </w:r>
                    </w:p>
                    <w:p w:rsidR="00125E47" w:rsidRDefault="00125E47"/>
                  </w:txbxContent>
                </v:textbox>
              </v:shape>
            </w:pict>
          </mc:Fallback>
        </mc:AlternateContent>
      </w:r>
    </w:p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</w:p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</w:p>
    <w:p w:rsidR="00DF731E" w:rsidRPr="00970E85" w:rsidRDefault="00DF731E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2"/>
          <w:szCs w:val="28"/>
        </w:rPr>
      </w:pPr>
    </w:p>
    <w:p w:rsidR="00125E47" w:rsidRPr="00125E47" w:rsidRDefault="00125E47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</w:pPr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Le</w:t>
      </w:r>
      <w:r w:rsidRPr="00125E47">
        <w:rPr>
          <w:rFonts w:ascii="Arial Rounded MT Bold" w:eastAsia="Calibri" w:hAnsi="Arial Rounded MT Bold" w:cs="Arial"/>
          <w:b/>
          <w:color w:val="0C1F5C"/>
          <w:sz w:val="36"/>
          <w:szCs w:val="28"/>
        </w:rPr>
        <w:t xml:space="preserve"> </w:t>
      </w:r>
      <w:r w:rsidRPr="00125E47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>116 – 117</w:t>
      </w:r>
      <w:r w:rsidR="00B07079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>,</w:t>
      </w:r>
      <w:r w:rsidR="00FA7CAE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 xml:space="preserve"> </w:t>
      </w:r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numéro pour joindre</w:t>
      </w:r>
    </w:p>
    <w:p w:rsidR="00125E47" w:rsidRPr="00125E47" w:rsidRDefault="00125E47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</w:pPr>
      <w:proofErr w:type="gramStart"/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un</w:t>
      </w:r>
      <w:proofErr w:type="gramEnd"/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 xml:space="preserve"> médecin généraliste de garde en Normandie</w:t>
      </w:r>
    </w:p>
    <w:p w:rsidR="00E863A9" w:rsidRPr="00125E47" w:rsidRDefault="00E863A9" w:rsidP="00391F25">
      <w:pPr>
        <w:spacing w:after="0"/>
        <w:jc w:val="both"/>
        <w:rPr>
          <w:rFonts w:ascii="Times New Roman" w:hAnsi="Times New Roman"/>
          <w:color w:val="1F497D" w:themeColor="text2"/>
          <w:sz w:val="24"/>
        </w:rPr>
      </w:pPr>
    </w:p>
    <w:p w:rsidR="002E6938" w:rsidRDefault="000D71D2" w:rsidP="002E6938">
      <w:pPr>
        <w:spacing w:after="0"/>
        <w:jc w:val="center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  <w:r>
        <w:rPr>
          <w:rFonts w:ascii="Arial" w:hAnsi="Arial" w:cs="Arial"/>
          <w:b/>
          <w:noProof/>
          <w:color w:val="1F497D" w:themeColor="text2"/>
          <w:sz w:val="20"/>
          <w:szCs w:val="20"/>
          <w:lang w:eastAsia="fr-FR"/>
        </w:rPr>
        <w:drawing>
          <wp:inline distT="0" distB="0" distL="0" distR="0">
            <wp:extent cx="2305050" cy="2720975"/>
            <wp:effectExtent l="0" t="0" r="0" b="3175"/>
            <wp:docPr id="6" name="Image 6" descr="N:\DG-DIRECTION GENERALE\DG-COMMUNICATION\4_COM_EXTERNE\2019\116 117\KIT normand\identité graphique\116117 _BLOCMAR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DG-DIRECTION GENERALE\DG-COMMUNICATION\4_COM_EXTERNE\2019\116 117\KIT normand\identité graphique\116117 _BLOCMARQU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t="8549" r="9445"/>
                    <a:stretch/>
                  </pic:blipFill>
                  <pic:spPr bwMode="auto">
                    <a:xfrm>
                      <a:off x="0" y="0"/>
                      <a:ext cx="2305050" cy="272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4081" w:rsidRPr="00075EF8" w:rsidRDefault="003142B5" w:rsidP="00075EF8">
      <w:pPr>
        <w:spacing w:after="0"/>
        <w:jc w:val="both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  <w:r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Vous avez besoin d’un avis médical et le cabinet de votre médecin est fermé ? Composez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le 116</w:t>
      </w:r>
      <w:r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.1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17 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où que vous soyez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en Normandie !</w:t>
      </w:r>
    </w:p>
    <w:p w:rsidR="004E4081" w:rsidRPr="00075EF8" w:rsidRDefault="004E4081" w:rsidP="00075EF8">
      <w:pPr>
        <w:spacing w:after="0"/>
        <w:jc w:val="both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</w:p>
    <w:p w:rsidR="00391F25" w:rsidRPr="00075EF8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>
        <w:rPr>
          <w:rFonts w:ascii="Arial" w:eastAsia="Calibri" w:hAnsi="Arial" w:cs="Arial"/>
          <w:color w:val="F79646" w:themeColor="accent6"/>
        </w:rPr>
        <w:t>Le 116.</w:t>
      </w:r>
      <w:r w:rsidR="002E6938" w:rsidRPr="00075EF8">
        <w:rPr>
          <w:rFonts w:ascii="Arial" w:eastAsia="Calibri" w:hAnsi="Arial" w:cs="Arial"/>
          <w:color w:val="F79646" w:themeColor="accent6"/>
        </w:rPr>
        <w:t xml:space="preserve">117, </w:t>
      </w:r>
      <w:r w:rsidR="00391F25" w:rsidRPr="00075EF8">
        <w:rPr>
          <w:rFonts w:ascii="Arial" w:eastAsia="Calibri" w:hAnsi="Arial" w:cs="Arial"/>
          <w:color w:val="F79646" w:themeColor="accent6"/>
        </w:rPr>
        <w:t>pourquoi faire ?</w:t>
      </w:r>
    </w:p>
    <w:p w:rsidR="00391F25" w:rsidRPr="00075EF8" w:rsidRDefault="00391F2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125E47" w:rsidRPr="00425441" w:rsidRDefault="00125E47" w:rsidP="00075EF8">
      <w:pPr>
        <w:spacing w:after="0"/>
        <w:jc w:val="both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 xml:space="preserve">Gratuit, le </w:t>
      </w:r>
      <w:r w:rsidR="00391F25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116</w:t>
      </w:r>
      <w:r w:rsidR="003142B5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.</w:t>
      </w:r>
      <w:r w:rsidR="00391F25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117</w:t>
      </w:r>
      <w:r w:rsidR="00391F25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est le numéro unique pour la médecine de garde</w:t>
      </w:r>
      <w:r w:rsidR="00425441" w:rsidRPr="00425441">
        <w:rPr>
          <w:rFonts w:ascii="Arial" w:hAnsi="Arial" w:cs="Arial"/>
          <w:color w:val="1F497D" w:themeColor="text2"/>
          <w:sz w:val="20"/>
          <w:szCs w:val="20"/>
          <w:lang w:eastAsia="fr-FR"/>
        </w:rPr>
        <w:t xml:space="preserve">, que vous pouvez composer partout dans la région. Votre interlocuteur vous </w:t>
      </w:r>
      <w:r w:rsidRPr="00425441">
        <w:rPr>
          <w:rFonts w:ascii="Arial" w:eastAsia="Calibri" w:hAnsi="Arial" w:cs="Arial"/>
          <w:color w:val="1F497D" w:themeColor="text2"/>
          <w:sz w:val="20"/>
        </w:rPr>
        <w:t>apporte</w:t>
      </w:r>
      <w:r w:rsidRPr="00075EF8">
        <w:rPr>
          <w:rFonts w:ascii="Arial" w:eastAsia="Calibri" w:hAnsi="Arial" w:cs="Arial"/>
          <w:color w:val="1F497D" w:themeColor="text2"/>
          <w:sz w:val="20"/>
        </w:rPr>
        <w:t xml:space="preserve"> une réponse médicale adaptée aux besoins du patient :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125E47" w:rsidRPr="00075EF8" w:rsidRDefault="00125E47" w:rsidP="00075EF8">
      <w:pPr>
        <w:pStyle w:val="Paragraphedeliste"/>
        <w:numPr>
          <w:ilvl w:val="0"/>
          <w:numId w:val="8"/>
        </w:numPr>
        <w:spacing w:after="0" w:line="240" w:lineRule="auto"/>
        <w:ind w:left="426"/>
        <w:jc w:val="both"/>
        <w:rPr>
          <w:rFonts w:ascii="Arial" w:eastAsia="Calibri" w:hAnsi="Arial" w:cs="Arial"/>
          <w:color w:val="1F497D" w:themeColor="text2"/>
          <w:sz w:val="20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>un conseil médical,</w:t>
      </w:r>
    </w:p>
    <w:p w:rsidR="00125E47" w:rsidRPr="00075EF8" w:rsidRDefault="00125E47" w:rsidP="00075EF8">
      <w:pPr>
        <w:pStyle w:val="Paragraphedeliste"/>
        <w:numPr>
          <w:ilvl w:val="0"/>
          <w:numId w:val="8"/>
        </w:numPr>
        <w:spacing w:after="0" w:line="240" w:lineRule="auto"/>
        <w:ind w:left="426"/>
        <w:jc w:val="both"/>
        <w:rPr>
          <w:rFonts w:ascii="Arial" w:eastAsia="Calibri" w:hAnsi="Arial" w:cs="Arial"/>
          <w:color w:val="1F497D" w:themeColor="text2"/>
          <w:sz w:val="20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>l’orientation vers un médecin généraliste ou une maison médicale de garde,</w:t>
      </w:r>
    </w:p>
    <w:p w:rsidR="00125E47" w:rsidRPr="00075EF8" w:rsidRDefault="00125E47" w:rsidP="00075EF8">
      <w:pPr>
        <w:pStyle w:val="Paragraphedeliste"/>
        <w:numPr>
          <w:ilvl w:val="0"/>
          <w:numId w:val="8"/>
        </w:numPr>
        <w:spacing w:after="0" w:line="240" w:lineRule="auto"/>
        <w:ind w:left="426"/>
        <w:jc w:val="both"/>
        <w:rPr>
          <w:rFonts w:ascii="Arial" w:eastAsia="Calibri" w:hAnsi="Arial" w:cs="Arial"/>
          <w:color w:val="1F497D" w:themeColor="text2"/>
          <w:sz w:val="20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>la prise en charge sans délai par les services de l’aide médicale urgente (SAMU) si nécessaire.</w:t>
      </w:r>
    </w:p>
    <w:p w:rsidR="00391F25" w:rsidRPr="00075EF8" w:rsidRDefault="00391F2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b/>
          <w:color w:val="FF0000"/>
          <w:sz w:val="20"/>
        </w:rPr>
      </w:pPr>
      <w:r w:rsidRPr="00075EF8">
        <w:rPr>
          <w:rFonts w:ascii="Arial" w:eastAsia="Calibri" w:hAnsi="Arial" w:cs="Arial"/>
          <w:b/>
          <w:color w:val="FF0000"/>
          <w:sz w:val="20"/>
        </w:rPr>
        <w:t>En cas d’urgence vitale ou de doute sur la gravité de la situation, le 15 reste le numéro à composer !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 w:rsidRPr="00075EF8">
        <w:rPr>
          <w:rFonts w:ascii="Arial" w:eastAsia="Calibri" w:hAnsi="Arial" w:cs="Arial"/>
          <w:color w:val="F79646" w:themeColor="accent6"/>
        </w:rPr>
        <w:t>Quand puis-je appeler ce numéro ?</w:t>
      </w:r>
    </w:p>
    <w:p w:rsidR="00832F85" w:rsidRPr="00075EF8" w:rsidRDefault="003142B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>
        <w:rPr>
          <w:rFonts w:ascii="Arial" w:eastAsia="Calibri" w:hAnsi="Arial" w:cs="Arial"/>
          <w:color w:val="1F497D" w:themeColor="text2"/>
          <w:sz w:val="20"/>
        </w:rPr>
        <w:t>L</w:t>
      </w:r>
      <w:r w:rsidR="00125E47" w:rsidRPr="00075EF8">
        <w:rPr>
          <w:rFonts w:ascii="Arial" w:eastAsia="Calibri" w:hAnsi="Arial" w:cs="Arial"/>
          <w:color w:val="1F497D" w:themeColor="text2"/>
          <w:sz w:val="20"/>
        </w:rPr>
        <w:t xml:space="preserve">e médecin du </w:t>
      </w:r>
      <w:r w:rsidR="00125E47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116</w:t>
      </w:r>
      <w:r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.</w:t>
      </w:r>
      <w:r w:rsidR="00125E47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117</w:t>
      </w:r>
      <w:r w:rsidR="00125E47" w:rsidRPr="00075EF8">
        <w:rPr>
          <w:rFonts w:ascii="Arial" w:eastAsia="Calibri" w:hAnsi="Arial" w:cs="Arial"/>
          <w:color w:val="1F497D" w:themeColor="text2"/>
          <w:sz w:val="20"/>
        </w:rPr>
        <w:t xml:space="preserve"> vous conseille et vous oriente</w:t>
      </w:r>
      <w:r w:rsidR="004E4081" w:rsidRPr="00075EF8">
        <w:rPr>
          <w:rFonts w:ascii="Arial" w:eastAsia="Calibri" w:hAnsi="Arial" w:cs="Arial"/>
          <w:color w:val="1F497D" w:themeColor="text2"/>
          <w:sz w:val="20"/>
        </w:rPr>
        <w:t> aux heures de fermetures des cabinets médicaux :</w:t>
      </w:r>
      <w:r w:rsidR="00832F85" w:rsidRPr="00075EF8">
        <w:rPr>
          <w:rFonts w:ascii="Arial" w:eastAsia="Calibri" w:hAnsi="Arial" w:cs="Arial"/>
          <w:color w:val="1F497D" w:themeColor="text2"/>
          <w:sz w:val="20"/>
        </w:rPr>
        <w:t xml:space="preserve"> 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832F85" w:rsidRPr="00075EF8" w:rsidRDefault="00125E47" w:rsidP="00075EF8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>tous les soirs après 20h</w:t>
      </w:r>
      <w:r w:rsidR="00832F85" w:rsidRPr="00075EF8">
        <w:rPr>
          <w:rFonts w:ascii="Arial" w:eastAsia="Calibri" w:hAnsi="Arial" w:cs="Arial"/>
          <w:color w:val="1F497D" w:themeColor="text2"/>
          <w:sz w:val="20"/>
        </w:rPr>
        <w:t xml:space="preserve"> jusqu’au lendemain 8h</w:t>
      </w:r>
      <w:r w:rsidRPr="00075EF8">
        <w:rPr>
          <w:rFonts w:ascii="Arial" w:eastAsia="Calibri" w:hAnsi="Arial" w:cs="Arial"/>
          <w:color w:val="1F497D" w:themeColor="text2"/>
          <w:sz w:val="20"/>
        </w:rPr>
        <w:t xml:space="preserve">, </w:t>
      </w:r>
    </w:p>
    <w:p w:rsidR="00832F85" w:rsidRPr="00075EF8" w:rsidRDefault="004E4081" w:rsidP="00075EF8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>les week-ends</w:t>
      </w:r>
      <w:r w:rsidR="00832F85" w:rsidRPr="00075EF8">
        <w:rPr>
          <w:rFonts w:ascii="Arial" w:eastAsia="Calibri" w:hAnsi="Arial" w:cs="Arial"/>
          <w:color w:val="1F497D" w:themeColor="text2"/>
          <w:sz w:val="20"/>
        </w:rPr>
        <w:t>,</w:t>
      </w:r>
    </w:p>
    <w:p w:rsidR="00125E47" w:rsidRPr="00075EF8" w:rsidRDefault="00125E47" w:rsidP="00075EF8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 xml:space="preserve">et les jours fériés. </w:t>
      </w:r>
    </w:p>
    <w:p w:rsidR="00391F25" w:rsidRPr="00075EF8" w:rsidRDefault="00391F2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125E47" w:rsidRPr="00075EF8" w:rsidRDefault="00125E47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 xml:space="preserve">En journée durant la semaine, le </w:t>
      </w:r>
      <w:r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116</w:t>
      </w:r>
      <w:r w:rsidR="003142B5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.</w:t>
      </w:r>
      <w:r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117</w:t>
      </w:r>
      <w:r w:rsidRPr="00075EF8">
        <w:rPr>
          <w:rFonts w:ascii="Arial" w:eastAsia="Calibri" w:hAnsi="Arial" w:cs="Arial"/>
          <w:color w:val="1F497D" w:themeColor="text2"/>
          <w:sz w:val="20"/>
        </w:rPr>
        <w:t xml:space="preserve"> n’est pas accessible puisqu’il n’a pas vocation à se substituer aux consultations assurées par votre médecin traitant.</w:t>
      </w:r>
    </w:p>
    <w:p w:rsidR="00832F85" w:rsidRPr="00075EF8" w:rsidRDefault="00832F85" w:rsidP="00075E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fr-FR"/>
        </w:rPr>
      </w:pPr>
    </w:p>
    <w:p w:rsidR="00703268" w:rsidRPr="00026885" w:rsidRDefault="003142B5" w:rsidP="000268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="Calibri" w:hAnsi="Arial" w:cs="Arial"/>
          <w:b/>
          <w:color w:val="1F497D" w:themeColor="text2"/>
          <w:sz w:val="24"/>
          <w:szCs w:val="24"/>
        </w:rPr>
      </w:pPr>
      <w:r w:rsidRPr="00026885">
        <w:rPr>
          <w:rFonts w:ascii="Arial" w:eastAsia="Calibri" w:hAnsi="Arial" w:cs="Arial"/>
          <w:b/>
          <w:color w:val="1F497D" w:themeColor="text2"/>
          <w:sz w:val="24"/>
          <w:szCs w:val="24"/>
        </w:rPr>
        <w:t>Et SOS médecins ?</w:t>
      </w:r>
    </w:p>
    <w:p w:rsidR="003142B5" w:rsidRDefault="003142B5" w:rsidP="000268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eastAsia="Calibri" w:hAnsi="Arial" w:cs="Arial"/>
          <w:color w:val="1F497D" w:themeColor="text2"/>
          <w:sz w:val="20"/>
        </w:rPr>
      </w:pPr>
      <w:r w:rsidRPr="003142B5">
        <w:rPr>
          <w:rFonts w:ascii="Arial" w:eastAsia="Calibri" w:hAnsi="Arial" w:cs="Arial"/>
          <w:color w:val="1F497D" w:themeColor="text2"/>
          <w:sz w:val="20"/>
        </w:rPr>
        <w:t xml:space="preserve">Pour les habitants des agglomérations </w:t>
      </w:r>
      <w:r w:rsidRPr="000A3BAA">
        <w:rPr>
          <w:rFonts w:ascii="Arial" w:eastAsia="Calibri" w:hAnsi="Arial" w:cs="Arial"/>
          <w:b/>
          <w:color w:val="1F497D" w:themeColor="text2"/>
          <w:sz w:val="20"/>
        </w:rPr>
        <w:t>de Caen, Cherbourg et Rouen</w:t>
      </w:r>
      <w:r w:rsidRPr="003142B5">
        <w:rPr>
          <w:rFonts w:ascii="Arial" w:eastAsia="Calibri" w:hAnsi="Arial" w:cs="Arial"/>
          <w:color w:val="1F497D" w:themeColor="text2"/>
          <w:sz w:val="20"/>
        </w:rPr>
        <w:t>, il est aussi possible de joindre SOS Médecins</w:t>
      </w:r>
      <w:r w:rsidR="000A3BAA">
        <w:rPr>
          <w:rFonts w:ascii="Arial" w:eastAsia="Calibri" w:hAnsi="Arial" w:cs="Arial"/>
          <w:color w:val="1F497D" w:themeColor="text2"/>
          <w:sz w:val="20"/>
        </w:rPr>
        <w:t xml:space="preserve"> pour être mis en relation avec un médecin de garde 24h/24</w:t>
      </w:r>
      <w:r w:rsidRPr="003142B5">
        <w:rPr>
          <w:rFonts w:ascii="Arial" w:eastAsia="Calibri" w:hAnsi="Arial" w:cs="Arial"/>
          <w:color w:val="1F497D" w:themeColor="text2"/>
          <w:sz w:val="20"/>
        </w:rPr>
        <w:t>.</w:t>
      </w:r>
      <w:r w:rsidRPr="003142B5">
        <w:rPr>
          <w:rFonts w:ascii="Arial" w:eastAsia="Calibri" w:hAnsi="Arial" w:cs="Arial"/>
          <w:color w:val="1F497D" w:themeColor="text2"/>
          <w:sz w:val="20"/>
        </w:rPr>
        <w:br/>
        <w:t>En composant le</w:t>
      </w:r>
      <w:r w:rsidRPr="003142B5">
        <w:rPr>
          <w:rFonts w:ascii="Arial" w:eastAsia="Calibri" w:hAnsi="Arial" w:cs="Arial"/>
          <w:b/>
          <w:bCs/>
          <w:color w:val="1F497D" w:themeColor="text2"/>
          <w:sz w:val="20"/>
        </w:rPr>
        <w:t> 36 24</w:t>
      </w:r>
      <w:r w:rsidRPr="003142B5">
        <w:rPr>
          <w:rFonts w:ascii="Arial" w:eastAsia="Calibri" w:hAnsi="Arial" w:cs="Arial"/>
          <w:color w:val="1F497D" w:themeColor="text2"/>
          <w:sz w:val="20"/>
        </w:rPr>
        <w:t> (12 ct/min), votre appel aboutit au standard correspo</w:t>
      </w:r>
      <w:bookmarkStart w:id="0" w:name="_GoBack"/>
      <w:bookmarkEnd w:id="0"/>
      <w:r w:rsidRPr="003142B5">
        <w:rPr>
          <w:rFonts w:ascii="Arial" w:eastAsia="Calibri" w:hAnsi="Arial" w:cs="Arial"/>
          <w:color w:val="1F497D" w:themeColor="text2"/>
          <w:sz w:val="20"/>
        </w:rPr>
        <w:t>ndant à votre ville. Un standardiste prend alors en charge votre appel et recueille les informations essentielles afin de vous obtenir une visite ou une consultation dans les meilleurs délais.</w:t>
      </w:r>
    </w:p>
    <w:p w:rsidR="003142B5" w:rsidRPr="00075EF8" w:rsidRDefault="003142B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3142B5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>
        <w:rPr>
          <w:rFonts w:ascii="Arial" w:eastAsia="Calibri" w:hAnsi="Arial" w:cs="Arial"/>
          <w:color w:val="F79646" w:themeColor="accent6"/>
        </w:rPr>
        <w:t>En savoir plus sur les numéros utiles d’accès aux soins</w:t>
      </w:r>
      <w:r w:rsidR="00703268" w:rsidRPr="00075EF8">
        <w:rPr>
          <w:rFonts w:ascii="Arial" w:eastAsia="Calibri" w:hAnsi="Arial" w:cs="Arial"/>
          <w:color w:val="F79646" w:themeColor="accent6"/>
        </w:rPr>
        <w:t> :</w:t>
      </w:r>
      <w:r>
        <w:rPr>
          <w:rFonts w:ascii="Arial" w:eastAsia="Calibri" w:hAnsi="Arial" w:cs="Arial"/>
          <w:color w:val="F79646" w:themeColor="accent6"/>
        </w:rPr>
        <w:t xml:space="preserve"> </w:t>
      </w:r>
      <w:hyperlink r:id="rId9" w:history="1">
        <w:r w:rsidRPr="003142B5">
          <w:rPr>
            <w:rStyle w:val="Lienhypertexte"/>
            <w:rFonts w:ascii="Arial" w:eastAsia="Calibri" w:hAnsi="Arial" w:cs="Arial"/>
          </w:rPr>
          <w:t>site de l’ARS Normandie</w:t>
        </w:r>
      </w:hyperlink>
    </w:p>
    <w:p w:rsidR="003142B5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</w:p>
    <w:p w:rsidR="00703268" w:rsidRPr="00075EF8" w:rsidRDefault="00703268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 w:rsidRPr="00075EF8">
        <w:rPr>
          <w:rFonts w:ascii="Arial" w:eastAsia="Calibri" w:hAnsi="Arial" w:cs="Arial"/>
          <w:color w:val="F79646" w:themeColor="accent6"/>
        </w:rPr>
        <w:t xml:space="preserve"> </w:t>
      </w:r>
    </w:p>
    <w:p w:rsidR="00703268" w:rsidRPr="00075EF8" w:rsidRDefault="00703268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sectPr w:rsidR="00703268" w:rsidRPr="00075EF8" w:rsidSect="0054705A">
      <w:footerReference w:type="default" r:id="rId10"/>
      <w:headerReference w:type="first" r:id="rId11"/>
      <w:pgSz w:w="11907" w:h="18711" w:code="9"/>
      <w:pgMar w:top="-544" w:right="1134" w:bottom="232" w:left="1134" w:header="709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DE6" w:rsidRDefault="005B6DE6" w:rsidP="00475F7E">
      <w:pPr>
        <w:spacing w:after="0" w:line="240" w:lineRule="auto"/>
      </w:pPr>
      <w:r>
        <w:separator/>
      </w:r>
    </w:p>
  </w:endnote>
  <w:endnote w:type="continuationSeparator" w:id="0">
    <w:p w:rsidR="005B6DE6" w:rsidRDefault="005B6DE6" w:rsidP="00475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Frutiger 67BoldCn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DE6" w:rsidRDefault="005B6DE6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6192" behindDoc="0" locked="0" layoutInCell="1" allowOverlap="1" wp14:anchorId="335644D6" wp14:editId="0F9B9326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3" name="Image 3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3120" behindDoc="0" locked="0" layoutInCell="1" allowOverlap="1" wp14:anchorId="5E68D545" wp14:editId="76CAA84E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4" name="Image 2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0048" behindDoc="0" locked="0" layoutInCell="1" allowOverlap="1" wp14:anchorId="57A7BC49" wp14:editId="58EF1169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5" name="Image 1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DE6" w:rsidRDefault="005B6DE6" w:rsidP="00475F7E">
      <w:pPr>
        <w:spacing w:after="0" w:line="240" w:lineRule="auto"/>
      </w:pPr>
      <w:r>
        <w:separator/>
      </w:r>
    </w:p>
  </w:footnote>
  <w:footnote w:type="continuationSeparator" w:id="0">
    <w:p w:rsidR="005B6DE6" w:rsidRDefault="005B6DE6" w:rsidP="00475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DE6" w:rsidRDefault="005B6DE6" w:rsidP="006359F3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81170"/>
    <w:multiLevelType w:val="hybridMultilevel"/>
    <w:tmpl w:val="04CC691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975F6C"/>
    <w:multiLevelType w:val="hybridMultilevel"/>
    <w:tmpl w:val="DDE8C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02671"/>
    <w:multiLevelType w:val="hybridMultilevel"/>
    <w:tmpl w:val="E01AE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46448"/>
    <w:multiLevelType w:val="hybridMultilevel"/>
    <w:tmpl w:val="CEAAF6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8509DB"/>
    <w:multiLevelType w:val="hybridMultilevel"/>
    <w:tmpl w:val="79042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F83BF1"/>
    <w:multiLevelType w:val="hybridMultilevel"/>
    <w:tmpl w:val="04CC691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5626514"/>
    <w:multiLevelType w:val="hybridMultilevel"/>
    <w:tmpl w:val="9EFCD37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AB35FD4"/>
    <w:multiLevelType w:val="hybridMultilevel"/>
    <w:tmpl w:val="18D63A0E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26F1660"/>
    <w:multiLevelType w:val="hybridMultilevel"/>
    <w:tmpl w:val="67D845A8"/>
    <w:lvl w:ilvl="0" w:tplc="2EE201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D2DF5"/>
    <w:multiLevelType w:val="hybridMultilevel"/>
    <w:tmpl w:val="B8CA8E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2046A5"/>
    <w:multiLevelType w:val="hybridMultilevel"/>
    <w:tmpl w:val="DFA45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8"/>
  </w:num>
  <w:num w:numId="6">
    <w:abstractNumId w:val="6"/>
  </w:num>
  <w:num w:numId="7">
    <w:abstractNumId w:val="2"/>
  </w:num>
  <w:num w:numId="8">
    <w:abstractNumId w:val="9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B0D"/>
    <w:rsid w:val="000003A8"/>
    <w:rsid w:val="00000FA2"/>
    <w:rsid w:val="0000100C"/>
    <w:rsid w:val="00001B18"/>
    <w:rsid w:val="00001F0D"/>
    <w:rsid w:val="00002FDC"/>
    <w:rsid w:val="000031AC"/>
    <w:rsid w:val="00004402"/>
    <w:rsid w:val="00004DB8"/>
    <w:rsid w:val="00004F9B"/>
    <w:rsid w:val="00005991"/>
    <w:rsid w:val="00005B26"/>
    <w:rsid w:val="00005CA1"/>
    <w:rsid w:val="00006535"/>
    <w:rsid w:val="00006B5A"/>
    <w:rsid w:val="00006E79"/>
    <w:rsid w:val="0000719A"/>
    <w:rsid w:val="00007972"/>
    <w:rsid w:val="00007B4E"/>
    <w:rsid w:val="0001169C"/>
    <w:rsid w:val="00011B85"/>
    <w:rsid w:val="00011E07"/>
    <w:rsid w:val="00012097"/>
    <w:rsid w:val="00013740"/>
    <w:rsid w:val="00014810"/>
    <w:rsid w:val="000150E2"/>
    <w:rsid w:val="00015178"/>
    <w:rsid w:val="00020436"/>
    <w:rsid w:val="00020CE2"/>
    <w:rsid w:val="00022296"/>
    <w:rsid w:val="00022369"/>
    <w:rsid w:val="00022BE6"/>
    <w:rsid w:val="0002452E"/>
    <w:rsid w:val="00024699"/>
    <w:rsid w:val="00024EA8"/>
    <w:rsid w:val="000261AD"/>
    <w:rsid w:val="0002641A"/>
    <w:rsid w:val="00026885"/>
    <w:rsid w:val="00026AAF"/>
    <w:rsid w:val="000271C5"/>
    <w:rsid w:val="00027CAC"/>
    <w:rsid w:val="0003106B"/>
    <w:rsid w:val="00031306"/>
    <w:rsid w:val="000338BC"/>
    <w:rsid w:val="0003393A"/>
    <w:rsid w:val="0003415C"/>
    <w:rsid w:val="000357B6"/>
    <w:rsid w:val="00035CBB"/>
    <w:rsid w:val="000362E4"/>
    <w:rsid w:val="00037E5F"/>
    <w:rsid w:val="00040CB5"/>
    <w:rsid w:val="00041D71"/>
    <w:rsid w:val="00043851"/>
    <w:rsid w:val="0004425C"/>
    <w:rsid w:val="0004457C"/>
    <w:rsid w:val="00044D95"/>
    <w:rsid w:val="0004739F"/>
    <w:rsid w:val="000474F8"/>
    <w:rsid w:val="00050970"/>
    <w:rsid w:val="00050D1D"/>
    <w:rsid w:val="00050EF5"/>
    <w:rsid w:val="00051155"/>
    <w:rsid w:val="0005138B"/>
    <w:rsid w:val="00051E22"/>
    <w:rsid w:val="0005338E"/>
    <w:rsid w:val="000543C1"/>
    <w:rsid w:val="00054A52"/>
    <w:rsid w:val="000558FB"/>
    <w:rsid w:val="00055B6B"/>
    <w:rsid w:val="00056022"/>
    <w:rsid w:val="000561AC"/>
    <w:rsid w:val="00056A1B"/>
    <w:rsid w:val="00056D14"/>
    <w:rsid w:val="0005767C"/>
    <w:rsid w:val="0005797E"/>
    <w:rsid w:val="00057D71"/>
    <w:rsid w:val="000616B5"/>
    <w:rsid w:val="00061911"/>
    <w:rsid w:val="00061C2C"/>
    <w:rsid w:val="0006225E"/>
    <w:rsid w:val="00062670"/>
    <w:rsid w:val="00062904"/>
    <w:rsid w:val="000636F6"/>
    <w:rsid w:val="00063DB2"/>
    <w:rsid w:val="00064ABB"/>
    <w:rsid w:val="00065010"/>
    <w:rsid w:val="000659C4"/>
    <w:rsid w:val="00065A25"/>
    <w:rsid w:val="0006728B"/>
    <w:rsid w:val="000700CC"/>
    <w:rsid w:val="00070B3A"/>
    <w:rsid w:val="00070CCF"/>
    <w:rsid w:val="00071526"/>
    <w:rsid w:val="00071F75"/>
    <w:rsid w:val="00072AAE"/>
    <w:rsid w:val="00072C0F"/>
    <w:rsid w:val="00073954"/>
    <w:rsid w:val="00073C14"/>
    <w:rsid w:val="00073F98"/>
    <w:rsid w:val="00074372"/>
    <w:rsid w:val="0007442E"/>
    <w:rsid w:val="00074C15"/>
    <w:rsid w:val="000753A2"/>
    <w:rsid w:val="0007579E"/>
    <w:rsid w:val="000759CA"/>
    <w:rsid w:val="00075B92"/>
    <w:rsid w:val="00075D15"/>
    <w:rsid w:val="00075EF8"/>
    <w:rsid w:val="00076AA6"/>
    <w:rsid w:val="00076BF8"/>
    <w:rsid w:val="0007786E"/>
    <w:rsid w:val="00077919"/>
    <w:rsid w:val="0008028B"/>
    <w:rsid w:val="0008044C"/>
    <w:rsid w:val="0008062E"/>
    <w:rsid w:val="00080635"/>
    <w:rsid w:val="00082760"/>
    <w:rsid w:val="00083960"/>
    <w:rsid w:val="0008497F"/>
    <w:rsid w:val="0008576A"/>
    <w:rsid w:val="000864BF"/>
    <w:rsid w:val="000866B3"/>
    <w:rsid w:val="00090C77"/>
    <w:rsid w:val="00090CEB"/>
    <w:rsid w:val="0009162A"/>
    <w:rsid w:val="00091816"/>
    <w:rsid w:val="00092E32"/>
    <w:rsid w:val="00093255"/>
    <w:rsid w:val="0009418C"/>
    <w:rsid w:val="000945CD"/>
    <w:rsid w:val="00094AC0"/>
    <w:rsid w:val="00094B92"/>
    <w:rsid w:val="00095FA1"/>
    <w:rsid w:val="000968B5"/>
    <w:rsid w:val="00097510"/>
    <w:rsid w:val="000A002D"/>
    <w:rsid w:val="000A096C"/>
    <w:rsid w:val="000A1F71"/>
    <w:rsid w:val="000A220E"/>
    <w:rsid w:val="000A2ACF"/>
    <w:rsid w:val="000A3BAA"/>
    <w:rsid w:val="000A485D"/>
    <w:rsid w:val="000A4D13"/>
    <w:rsid w:val="000A5E69"/>
    <w:rsid w:val="000A69CD"/>
    <w:rsid w:val="000A6DB3"/>
    <w:rsid w:val="000A6E3C"/>
    <w:rsid w:val="000A7B6F"/>
    <w:rsid w:val="000A7B90"/>
    <w:rsid w:val="000A7EC9"/>
    <w:rsid w:val="000A7FCB"/>
    <w:rsid w:val="000B1258"/>
    <w:rsid w:val="000B1603"/>
    <w:rsid w:val="000B171D"/>
    <w:rsid w:val="000B185C"/>
    <w:rsid w:val="000B1D21"/>
    <w:rsid w:val="000B219D"/>
    <w:rsid w:val="000B2BD7"/>
    <w:rsid w:val="000B2DB9"/>
    <w:rsid w:val="000B318C"/>
    <w:rsid w:val="000B33B1"/>
    <w:rsid w:val="000B38F5"/>
    <w:rsid w:val="000B3EB6"/>
    <w:rsid w:val="000B59B0"/>
    <w:rsid w:val="000B5AA0"/>
    <w:rsid w:val="000B6314"/>
    <w:rsid w:val="000B6AB4"/>
    <w:rsid w:val="000B6CF6"/>
    <w:rsid w:val="000B7116"/>
    <w:rsid w:val="000B79B9"/>
    <w:rsid w:val="000C09E5"/>
    <w:rsid w:val="000C2179"/>
    <w:rsid w:val="000C2F5C"/>
    <w:rsid w:val="000C3493"/>
    <w:rsid w:val="000C35B2"/>
    <w:rsid w:val="000C39B6"/>
    <w:rsid w:val="000C42DB"/>
    <w:rsid w:val="000C4EB8"/>
    <w:rsid w:val="000C4F07"/>
    <w:rsid w:val="000C54EA"/>
    <w:rsid w:val="000C5F88"/>
    <w:rsid w:val="000C6042"/>
    <w:rsid w:val="000C79E4"/>
    <w:rsid w:val="000D00BE"/>
    <w:rsid w:val="000D268E"/>
    <w:rsid w:val="000D2E03"/>
    <w:rsid w:val="000D3C5D"/>
    <w:rsid w:val="000D4584"/>
    <w:rsid w:val="000D53D1"/>
    <w:rsid w:val="000D624A"/>
    <w:rsid w:val="000D6418"/>
    <w:rsid w:val="000D6999"/>
    <w:rsid w:val="000D6AD8"/>
    <w:rsid w:val="000D6CB3"/>
    <w:rsid w:val="000D6F2E"/>
    <w:rsid w:val="000D71D2"/>
    <w:rsid w:val="000E00DF"/>
    <w:rsid w:val="000E07AC"/>
    <w:rsid w:val="000E0A8D"/>
    <w:rsid w:val="000E16AE"/>
    <w:rsid w:val="000E19DE"/>
    <w:rsid w:val="000E2168"/>
    <w:rsid w:val="000E33F6"/>
    <w:rsid w:val="000E4568"/>
    <w:rsid w:val="000E4B77"/>
    <w:rsid w:val="000E55D4"/>
    <w:rsid w:val="000E698D"/>
    <w:rsid w:val="000F0367"/>
    <w:rsid w:val="000F1011"/>
    <w:rsid w:val="000F1BE8"/>
    <w:rsid w:val="000F21F8"/>
    <w:rsid w:val="000F2BBD"/>
    <w:rsid w:val="000F2ED2"/>
    <w:rsid w:val="000F3535"/>
    <w:rsid w:val="000F4AEC"/>
    <w:rsid w:val="000F4C95"/>
    <w:rsid w:val="000F5227"/>
    <w:rsid w:val="000F56DA"/>
    <w:rsid w:val="000F5EE9"/>
    <w:rsid w:val="000F711C"/>
    <w:rsid w:val="000F715E"/>
    <w:rsid w:val="000F73AB"/>
    <w:rsid w:val="000F7406"/>
    <w:rsid w:val="000F7AD3"/>
    <w:rsid w:val="00100695"/>
    <w:rsid w:val="0010177A"/>
    <w:rsid w:val="00102C67"/>
    <w:rsid w:val="00103697"/>
    <w:rsid w:val="0010388B"/>
    <w:rsid w:val="00103BC9"/>
    <w:rsid w:val="001042D4"/>
    <w:rsid w:val="00104388"/>
    <w:rsid w:val="00104965"/>
    <w:rsid w:val="00104BAC"/>
    <w:rsid w:val="00104CEF"/>
    <w:rsid w:val="00104E58"/>
    <w:rsid w:val="00105408"/>
    <w:rsid w:val="00105480"/>
    <w:rsid w:val="00105513"/>
    <w:rsid w:val="00105EFE"/>
    <w:rsid w:val="001062A3"/>
    <w:rsid w:val="00107F2F"/>
    <w:rsid w:val="00111429"/>
    <w:rsid w:val="00111CEC"/>
    <w:rsid w:val="00112938"/>
    <w:rsid w:val="00112951"/>
    <w:rsid w:val="001132D0"/>
    <w:rsid w:val="0011380F"/>
    <w:rsid w:val="00113A8F"/>
    <w:rsid w:val="001144EF"/>
    <w:rsid w:val="00114E74"/>
    <w:rsid w:val="00114EE0"/>
    <w:rsid w:val="0011535B"/>
    <w:rsid w:val="00115EBE"/>
    <w:rsid w:val="0011659E"/>
    <w:rsid w:val="00116A45"/>
    <w:rsid w:val="00117214"/>
    <w:rsid w:val="001179C7"/>
    <w:rsid w:val="001179CB"/>
    <w:rsid w:val="001210D8"/>
    <w:rsid w:val="001219E8"/>
    <w:rsid w:val="0012236C"/>
    <w:rsid w:val="001225A3"/>
    <w:rsid w:val="001236B1"/>
    <w:rsid w:val="00123A03"/>
    <w:rsid w:val="00123BBE"/>
    <w:rsid w:val="00124509"/>
    <w:rsid w:val="00125E47"/>
    <w:rsid w:val="001262D6"/>
    <w:rsid w:val="00126683"/>
    <w:rsid w:val="00127048"/>
    <w:rsid w:val="001278CF"/>
    <w:rsid w:val="00130231"/>
    <w:rsid w:val="00130B25"/>
    <w:rsid w:val="00132CD5"/>
    <w:rsid w:val="00132FC4"/>
    <w:rsid w:val="001331F9"/>
    <w:rsid w:val="001339E6"/>
    <w:rsid w:val="0013466E"/>
    <w:rsid w:val="00134C90"/>
    <w:rsid w:val="001359C0"/>
    <w:rsid w:val="00137199"/>
    <w:rsid w:val="00137A8A"/>
    <w:rsid w:val="00137B81"/>
    <w:rsid w:val="00140632"/>
    <w:rsid w:val="00141B4B"/>
    <w:rsid w:val="0014264C"/>
    <w:rsid w:val="00142BB4"/>
    <w:rsid w:val="0014319B"/>
    <w:rsid w:val="00144B95"/>
    <w:rsid w:val="00145283"/>
    <w:rsid w:val="00146930"/>
    <w:rsid w:val="0014736D"/>
    <w:rsid w:val="0014789B"/>
    <w:rsid w:val="00147A09"/>
    <w:rsid w:val="00147FC2"/>
    <w:rsid w:val="00150FEB"/>
    <w:rsid w:val="0015201D"/>
    <w:rsid w:val="00152048"/>
    <w:rsid w:val="00152925"/>
    <w:rsid w:val="0015331A"/>
    <w:rsid w:val="0015365F"/>
    <w:rsid w:val="00153923"/>
    <w:rsid w:val="00153E93"/>
    <w:rsid w:val="00155E15"/>
    <w:rsid w:val="00155EC7"/>
    <w:rsid w:val="001561B1"/>
    <w:rsid w:val="001562D4"/>
    <w:rsid w:val="001573D1"/>
    <w:rsid w:val="00160B70"/>
    <w:rsid w:val="00161AE0"/>
    <w:rsid w:val="0016212F"/>
    <w:rsid w:val="001632B7"/>
    <w:rsid w:val="00163852"/>
    <w:rsid w:val="001660F0"/>
    <w:rsid w:val="00166229"/>
    <w:rsid w:val="0016660B"/>
    <w:rsid w:val="00166797"/>
    <w:rsid w:val="001669C6"/>
    <w:rsid w:val="00166A5D"/>
    <w:rsid w:val="001703B3"/>
    <w:rsid w:val="00171F6D"/>
    <w:rsid w:val="001731C8"/>
    <w:rsid w:val="001733E6"/>
    <w:rsid w:val="00173769"/>
    <w:rsid w:val="00173A8A"/>
    <w:rsid w:val="001743E8"/>
    <w:rsid w:val="00175375"/>
    <w:rsid w:val="00175391"/>
    <w:rsid w:val="00175CC1"/>
    <w:rsid w:val="00175DD5"/>
    <w:rsid w:val="00176099"/>
    <w:rsid w:val="001762BD"/>
    <w:rsid w:val="001764DD"/>
    <w:rsid w:val="00177185"/>
    <w:rsid w:val="0017756C"/>
    <w:rsid w:val="00177647"/>
    <w:rsid w:val="00177676"/>
    <w:rsid w:val="00177B23"/>
    <w:rsid w:val="0018047E"/>
    <w:rsid w:val="00180685"/>
    <w:rsid w:val="00180900"/>
    <w:rsid w:val="00180D4B"/>
    <w:rsid w:val="00180D94"/>
    <w:rsid w:val="00181392"/>
    <w:rsid w:val="001816DB"/>
    <w:rsid w:val="0018222A"/>
    <w:rsid w:val="00182845"/>
    <w:rsid w:val="001830C3"/>
    <w:rsid w:val="0018366A"/>
    <w:rsid w:val="00185D98"/>
    <w:rsid w:val="00185F0D"/>
    <w:rsid w:val="00186CA5"/>
    <w:rsid w:val="001878E3"/>
    <w:rsid w:val="00190645"/>
    <w:rsid w:val="001920BB"/>
    <w:rsid w:val="001926C2"/>
    <w:rsid w:val="00192BDD"/>
    <w:rsid w:val="00192DD6"/>
    <w:rsid w:val="001932AD"/>
    <w:rsid w:val="001936A3"/>
    <w:rsid w:val="00193FB0"/>
    <w:rsid w:val="00194C36"/>
    <w:rsid w:val="00194D16"/>
    <w:rsid w:val="00194DA9"/>
    <w:rsid w:val="00196536"/>
    <w:rsid w:val="001968E3"/>
    <w:rsid w:val="001A0774"/>
    <w:rsid w:val="001A3366"/>
    <w:rsid w:val="001A357B"/>
    <w:rsid w:val="001A3DA4"/>
    <w:rsid w:val="001A42C7"/>
    <w:rsid w:val="001A54D4"/>
    <w:rsid w:val="001A5522"/>
    <w:rsid w:val="001A5632"/>
    <w:rsid w:val="001B27E4"/>
    <w:rsid w:val="001B2D35"/>
    <w:rsid w:val="001B2E2A"/>
    <w:rsid w:val="001B4399"/>
    <w:rsid w:val="001B4C47"/>
    <w:rsid w:val="001B5175"/>
    <w:rsid w:val="001B5AFE"/>
    <w:rsid w:val="001B6459"/>
    <w:rsid w:val="001B66D6"/>
    <w:rsid w:val="001B6B88"/>
    <w:rsid w:val="001B6C5B"/>
    <w:rsid w:val="001B75A5"/>
    <w:rsid w:val="001C2BB0"/>
    <w:rsid w:val="001C3197"/>
    <w:rsid w:val="001C3D73"/>
    <w:rsid w:val="001C427E"/>
    <w:rsid w:val="001C5383"/>
    <w:rsid w:val="001C53E0"/>
    <w:rsid w:val="001C5B5B"/>
    <w:rsid w:val="001C5F38"/>
    <w:rsid w:val="001C6D39"/>
    <w:rsid w:val="001D1447"/>
    <w:rsid w:val="001D1984"/>
    <w:rsid w:val="001D1B00"/>
    <w:rsid w:val="001D1F6C"/>
    <w:rsid w:val="001D1FFF"/>
    <w:rsid w:val="001D3895"/>
    <w:rsid w:val="001D3B65"/>
    <w:rsid w:val="001D4860"/>
    <w:rsid w:val="001D5DAA"/>
    <w:rsid w:val="001D5F9D"/>
    <w:rsid w:val="001D5FE2"/>
    <w:rsid w:val="001D6F9C"/>
    <w:rsid w:val="001D72CC"/>
    <w:rsid w:val="001D7569"/>
    <w:rsid w:val="001D7B4A"/>
    <w:rsid w:val="001D7D9D"/>
    <w:rsid w:val="001E1A9C"/>
    <w:rsid w:val="001E207D"/>
    <w:rsid w:val="001E2474"/>
    <w:rsid w:val="001E3FC4"/>
    <w:rsid w:val="001E4096"/>
    <w:rsid w:val="001E472D"/>
    <w:rsid w:val="001E4CE2"/>
    <w:rsid w:val="001E4D53"/>
    <w:rsid w:val="001E4D85"/>
    <w:rsid w:val="001E55CD"/>
    <w:rsid w:val="001E6FE1"/>
    <w:rsid w:val="001F1E7B"/>
    <w:rsid w:val="001F3899"/>
    <w:rsid w:val="001F44AB"/>
    <w:rsid w:val="001F4613"/>
    <w:rsid w:val="001F4F7D"/>
    <w:rsid w:val="001F54EE"/>
    <w:rsid w:val="001F56AC"/>
    <w:rsid w:val="001F59E6"/>
    <w:rsid w:val="001F6790"/>
    <w:rsid w:val="001F6C53"/>
    <w:rsid w:val="001F6E73"/>
    <w:rsid w:val="001F7225"/>
    <w:rsid w:val="001F749C"/>
    <w:rsid w:val="001F759F"/>
    <w:rsid w:val="002000C0"/>
    <w:rsid w:val="00200B99"/>
    <w:rsid w:val="00201BA5"/>
    <w:rsid w:val="00201DF2"/>
    <w:rsid w:val="00202704"/>
    <w:rsid w:val="00202882"/>
    <w:rsid w:val="00202B35"/>
    <w:rsid w:val="00202FD2"/>
    <w:rsid w:val="00204EB8"/>
    <w:rsid w:val="002055C6"/>
    <w:rsid w:val="00205B77"/>
    <w:rsid w:val="00205EA6"/>
    <w:rsid w:val="00206E2A"/>
    <w:rsid w:val="00207A05"/>
    <w:rsid w:val="00207F82"/>
    <w:rsid w:val="00210732"/>
    <w:rsid w:val="002112A3"/>
    <w:rsid w:val="002134A4"/>
    <w:rsid w:val="002136F2"/>
    <w:rsid w:val="00213AE8"/>
    <w:rsid w:val="00213D51"/>
    <w:rsid w:val="0021454A"/>
    <w:rsid w:val="00214AE1"/>
    <w:rsid w:val="00215F8A"/>
    <w:rsid w:val="00216305"/>
    <w:rsid w:val="002170EF"/>
    <w:rsid w:val="00217D20"/>
    <w:rsid w:val="00220168"/>
    <w:rsid w:val="002202A9"/>
    <w:rsid w:val="00220817"/>
    <w:rsid w:val="00220F6E"/>
    <w:rsid w:val="00221324"/>
    <w:rsid w:val="002214AC"/>
    <w:rsid w:val="00221D74"/>
    <w:rsid w:val="00222F69"/>
    <w:rsid w:val="00222FF5"/>
    <w:rsid w:val="0022314C"/>
    <w:rsid w:val="00223DF4"/>
    <w:rsid w:val="00224CA5"/>
    <w:rsid w:val="00225AA8"/>
    <w:rsid w:val="002264D8"/>
    <w:rsid w:val="0022691E"/>
    <w:rsid w:val="0022759D"/>
    <w:rsid w:val="0023051A"/>
    <w:rsid w:val="00230671"/>
    <w:rsid w:val="0023216A"/>
    <w:rsid w:val="0023265B"/>
    <w:rsid w:val="00232A94"/>
    <w:rsid w:val="00233523"/>
    <w:rsid w:val="00235C9F"/>
    <w:rsid w:val="002363A0"/>
    <w:rsid w:val="002365DE"/>
    <w:rsid w:val="002367E8"/>
    <w:rsid w:val="002377DF"/>
    <w:rsid w:val="00240668"/>
    <w:rsid w:val="002415C3"/>
    <w:rsid w:val="002416FB"/>
    <w:rsid w:val="00241F48"/>
    <w:rsid w:val="0024217F"/>
    <w:rsid w:val="00242EFC"/>
    <w:rsid w:val="0024565B"/>
    <w:rsid w:val="00245900"/>
    <w:rsid w:val="002463EB"/>
    <w:rsid w:val="00247A0D"/>
    <w:rsid w:val="002507DB"/>
    <w:rsid w:val="002511B5"/>
    <w:rsid w:val="00252929"/>
    <w:rsid w:val="00253B2A"/>
    <w:rsid w:val="0025628D"/>
    <w:rsid w:val="00256662"/>
    <w:rsid w:val="00256BF9"/>
    <w:rsid w:val="00256EF5"/>
    <w:rsid w:val="0025759E"/>
    <w:rsid w:val="00260555"/>
    <w:rsid w:val="00261AFA"/>
    <w:rsid w:val="0026216D"/>
    <w:rsid w:val="002627E5"/>
    <w:rsid w:val="0026318B"/>
    <w:rsid w:val="002641E1"/>
    <w:rsid w:val="00264339"/>
    <w:rsid w:val="00265D91"/>
    <w:rsid w:val="00266439"/>
    <w:rsid w:val="0026654E"/>
    <w:rsid w:val="002705E7"/>
    <w:rsid w:val="00270FD8"/>
    <w:rsid w:val="00272554"/>
    <w:rsid w:val="00273179"/>
    <w:rsid w:val="002731ED"/>
    <w:rsid w:val="00273A5F"/>
    <w:rsid w:val="0027401C"/>
    <w:rsid w:val="002756CA"/>
    <w:rsid w:val="002757F3"/>
    <w:rsid w:val="00276174"/>
    <w:rsid w:val="0027701E"/>
    <w:rsid w:val="00277879"/>
    <w:rsid w:val="002778EA"/>
    <w:rsid w:val="00277BA1"/>
    <w:rsid w:val="00280129"/>
    <w:rsid w:val="002804EA"/>
    <w:rsid w:val="0028110F"/>
    <w:rsid w:val="00281A45"/>
    <w:rsid w:val="00281F50"/>
    <w:rsid w:val="002820CA"/>
    <w:rsid w:val="00282344"/>
    <w:rsid w:val="00282781"/>
    <w:rsid w:val="002828F0"/>
    <w:rsid w:val="00282A3A"/>
    <w:rsid w:val="0028303B"/>
    <w:rsid w:val="0028426E"/>
    <w:rsid w:val="00284958"/>
    <w:rsid w:val="002854C0"/>
    <w:rsid w:val="00285CFD"/>
    <w:rsid w:val="00285EA8"/>
    <w:rsid w:val="00287231"/>
    <w:rsid w:val="002873D0"/>
    <w:rsid w:val="00287A7E"/>
    <w:rsid w:val="00287BE1"/>
    <w:rsid w:val="00287D20"/>
    <w:rsid w:val="00290AC9"/>
    <w:rsid w:val="0029108F"/>
    <w:rsid w:val="00291117"/>
    <w:rsid w:val="00292B7A"/>
    <w:rsid w:val="002931E5"/>
    <w:rsid w:val="00294429"/>
    <w:rsid w:val="00294DA3"/>
    <w:rsid w:val="00295018"/>
    <w:rsid w:val="002950FB"/>
    <w:rsid w:val="0029617C"/>
    <w:rsid w:val="00296B6C"/>
    <w:rsid w:val="00296F53"/>
    <w:rsid w:val="00297130"/>
    <w:rsid w:val="00297BBC"/>
    <w:rsid w:val="002A009E"/>
    <w:rsid w:val="002A14A7"/>
    <w:rsid w:val="002A2243"/>
    <w:rsid w:val="002A37F2"/>
    <w:rsid w:val="002A4CD0"/>
    <w:rsid w:val="002A5636"/>
    <w:rsid w:val="002A58F3"/>
    <w:rsid w:val="002A714F"/>
    <w:rsid w:val="002A77BC"/>
    <w:rsid w:val="002B091E"/>
    <w:rsid w:val="002B18C1"/>
    <w:rsid w:val="002B2886"/>
    <w:rsid w:val="002B3940"/>
    <w:rsid w:val="002B39FF"/>
    <w:rsid w:val="002B4070"/>
    <w:rsid w:val="002B4E42"/>
    <w:rsid w:val="002B53B8"/>
    <w:rsid w:val="002B66AA"/>
    <w:rsid w:val="002B77BD"/>
    <w:rsid w:val="002C0A70"/>
    <w:rsid w:val="002C0C98"/>
    <w:rsid w:val="002C0E92"/>
    <w:rsid w:val="002C2139"/>
    <w:rsid w:val="002C2676"/>
    <w:rsid w:val="002C28B5"/>
    <w:rsid w:val="002C2B3E"/>
    <w:rsid w:val="002C4007"/>
    <w:rsid w:val="002C5FF6"/>
    <w:rsid w:val="002C60C9"/>
    <w:rsid w:val="002C62D0"/>
    <w:rsid w:val="002C7122"/>
    <w:rsid w:val="002C7391"/>
    <w:rsid w:val="002C73B5"/>
    <w:rsid w:val="002C79E4"/>
    <w:rsid w:val="002D0B8D"/>
    <w:rsid w:val="002D1984"/>
    <w:rsid w:val="002D2149"/>
    <w:rsid w:val="002D2915"/>
    <w:rsid w:val="002D449E"/>
    <w:rsid w:val="002D4733"/>
    <w:rsid w:val="002D47D6"/>
    <w:rsid w:val="002D67DB"/>
    <w:rsid w:val="002D6879"/>
    <w:rsid w:val="002D6B0D"/>
    <w:rsid w:val="002D70E0"/>
    <w:rsid w:val="002D77EE"/>
    <w:rsid w:val="002D7A16"/>
    <w:rsid w:val="002E0558"/>
    <w:rsid w:val="002E0D36"/>
    <w:rsid w:val="002E0E00"/>
    <w:rsid w:val="002E104C"/>
    <w:rsid w:val="002E10C0"/>
    <w:rsid w:val="002E219C"/>
    <w:rsid w:val="002E2ACB"/>
    <w:rsid w:val="002E336C"/>
    <w:rsid w:val="002E361D"/>
    <w:rsid w:val="002E387D"/>
    <w:rsid w:val="002E4C2B"/>
    <w:rsid w:val="002E540E"/>
    <w:rsid w:val="002E5CA2"/>
    <w:rsid w:val="002E5FD2"/>
    <w:rsid w:val="002E5FE7"/>
    <w:rsid w:val="002E616F"/>
    <w:rsid w:val="002E691B"/>
    <w:rsid w:val="002E6938"/>
    <w:rsid w:val="002F00F7"/>
    <w:rsid w:val="002F0706"/>
    <w:rsid w:val="002F117C"/>
    <w:rsid w:val="002F20DA"/>
    <w:rsid w:val="002F2AEC"/>
    <w:rsid w:val="002F4AB8"/>
    <w:rsid w:val="002F4C2B"/>
    <w:rsid w:val="002F704D"/>
    <w:rsid w:val="002F7784"/>
    <w:rsid w:val="00300818"/>
    <w:rsid w:val="00301C57"/>
    <w:rsid w:val="00302FA8"/>
    <w:rsid w:val="003031F4"/>
    <w:rsid w:val="00303383"/>
    <w:rsid w:val="00303529"/>
    <w:rsid w:val="0030362E"/>
    <w:rsid w:val="00303BF2"/>
    <w:rsid w:val="003043E2"/>
    <w:rsid w:val="003043E8"/>
    <w:rsid w:val="00304937"/>
    <w:rsid w:val="00305E73"/>
    <w:rsid w:val="00305EA7"/>
    <w:rsid w:val="00306272"/>
    <w:rsid w:val="003068D7"/>
    <w:rsid w:val="0030751D"/>
    <w:rsid w:val="00310DFA"/>
    <w:rsid w:val="00311573"/>
    <w:rsid w:val="00311E77"/>
    <w:rsid w:val="0031410F"/>
    <w:rsid w:val="003142B5"/>
    <w:rsid w:val="003150C8"/>
    <w:rsid w:val="003163D7"/>
    <w:rsid w:val="00316DDD"/>
    <w:rsid w:val="0031712D"/>
    <w:rsid w:val="00317984"/>
    <w:rsid w:val="00317D19"/>
    <w:rsid w:val="0032056C"/>
    <w:rsid w:val="00322212"/>
    <w:rsid w:val="00322EA6"/>
    <w:rsid w:val="00323150"/>
    <w:rsid w:val="003235EC"/>
    <w:rsid w:val="003237EF"/>
    <w:rsid w:val="0032455E"/>
    <w:rsid w:val="00324686"/>
    <w:rsid w:val="00324841"/>
    <w:rsid w:val="00324E0F"/>
    <w:rsid w:val="00326849"/>
    <w:rsid w:val="00330E0E"/>
    <w:rsid w:val="00332AFB"/>
    <w:rsid w:val="00333C78"/>
    <w:rsid w:val="00334367"/>
    <w:rsid w:val="0033515F"/>
    <w:rsid w:val="00335856"/>
    <w:rsid w:val="00336987"/>
    <w:rsid w:val="0033779C"/>
    <w:rsid w:val="00340051"/>
    <w:rsid w:val="00340BC3"/>
    <w:rsid w:val="00341120"/>
    <w:rsid w:val="0034121D"/>
    <w:rsid w:val="0034134E"/>
    <w:rsid w:val="003414AA"/>
    <w:rsid w:val="00341AB5"/>
    <w:rsid w:val="00341ACB"/>
    <w:rsid w:val="00341C42"/>
    <w:rsid w:val="00342603"/>
    <w:rsid w:val="003437E9"/>
    <w:rsid w:val="00345502"/>
    <w:rsid w:val="00345DEA"/>
    <w:rsid w:val="00346388"/>
    <w:rsid w:val="0034644D"/>
    <w:rsid w:val="00347C72"/>
    <w:rsid w:val="00347EC4"/>
    <w:rsid w:val="00350713"/>
    <w:rsid w:val="00351105"/>
    <w:rsid w:val="00351310"/>
    <w:rsid w:val="003513D0"/>
    <w:rsid w:val="00351566"/>
    <w:rsid w:val="0035250D"/>
    <w:rsid w:val="00353BF0"/>
    <w:rsid w:val="00354195"/>
    <w:rsid w:val="003544F2"/>
    <w:rsid w:val="0035495D"/>
    <w:rsid w:val="00354B3E"/>
    <w:rsid w:val="003559E7"/>
    <w:rsid w:val="003560B0"/>
    <w:rsid w:val="00356231"/>
    <w:rsid w:val="003568C1"/>
    <w:rsid w:val="00357071"/>
    <w:rsid w:val="00357935"/>
    <w:rsid w:val="00360586"/>
    <w:rsid w:val="0036127B"/>
    <w:rsid w:val="00361536"/>
    <w:rsid w:val="00361B3A"/>
    <w:rsid w:val="0036235E"/>
    <w:rsid w:val="00364788"/>
    <w:rsid w:val="00364CF4"/>
    <w:rsid w:val="00365AF8"/>
    <w:rsid w:val="00365C37"/>
    <w:rsid w:val="00365F26"/>
    <w:rsid w:val="003667BD"/>
    <w:rsid w:val="00367326"/>
    <w:rsid w:val="0036751F"/>
    <w:rsid w:val="00367775"/>
    <w:rsid w:val="003678D0"/>
    <w:rsid w:val="00367E9E"/>
    <w:rsid w:val="00370343"/>
    <w:rsid w:val="003705E3"/>
    <w:rsid w:val="00370BD0"/>
    <w:rsid w:val="00370E7D"/>
    <w:rsid w:val="003714D0"/>
    <w:rsid w:val="0037233F"/>
    <w:rsid w:val="00372723"/>
    <w:rsid w:val="00373C6E"/>
    <w:rsid w:val="003747A8"/>
    <w:rsid w:val="00375118"/>
    <w:rsid w:val="003751D8"/>
    <w:rsid w:val="003751DD"/>
    <w:rsid w:val="003754DB"/>
    <w:rsid w:val="00375521"/>
    <w:rsid w:val="00375574"/>
    <w:rsid w:val="0037650A"/>
    <w:rsid w:val="003765E2"/>
    <w:rsid w:val="003769D5"/>
    <w:rsid w:val="00376C58"/>
    <w:rsid w:val="00376FC8"/>
    <w:rsid w:val="003807B1"/>
    <w:rsid w:val="00380E89"/>
    <w:rsid w:val="00381563"/>
    <w:rsid w:val="003818BE"/>
    <w:rsid w:val="0038206D"/>
    <w:rsid w:val="00382917"/>
    <w:rsid w:val="0038381C"/>
    <w:rsid w:val="003839DD"/>
    <w:rsid w:val="00383BE6"/>
    <w:rsid w:val="0038415D"/>
    <w:rsid w:val="00384527"/>
    <w:rsid w:val="00384638"/>
    <w:rsid w:val="00384BCC"/>
    <w:rsid w:val="00385094"/>
    <w:rsid w:val="00386132"/>
    <w:rsid w:val="00386515"/>
    <w:rsid w:val="00386B46"/>
    <w:rsid w:val="00387AAD"/>
    <w:rsid w:val="00387C19"/>
    <w:rsid w:val="0039024D"/>
    <w:rsid w:val="00390956"/>
    <w:rsid w:val="003909E7"/>
    <w:rsid w:val="00390AB5"/>
    <w:rsid w:val="00390E5C"/>
    <w:rsid w:val="0039194A"/>
    <w:rsid w:val="00391F25"/>
    <w:rsid w:val="0039233B"/>
    <w:rsid w:val="00392479"/>
    <w:rsid w:val="00392DC7"/>
    <w:rsid w:val="0039370E"/>
    <w:rsid w:val="003940D0"/>
    <w:rsid w:val="003943E0"/>
    <w:rsid w:val="003944A6"/>
    <w:rsid w:val="00395F35"/>
    <w:rsid w:val="003970D4"/>
    <w:rsid w:val="00397CB7"/>
    <w:rsid w:val="003A039A"/>
    <w:rsid w:val="003A1203"/>
    <w:rsid w:val="003A14CA"/>
    <w:rsid w:val="003A1FC8"/>
    <w:rsid w:val="003A354E"/>
    <w:rsid w:val="003A4752"/>
    <w:rsid w:val="003A4CEB"/>
    <w:rsid w:val="003A51BF"/>
    <w:rsid w:val="003A5517"/>
    <w:rsid w:val="003A57BA"/>
    <w:rsid w:val="003A6454"/>
    <w:rsid w:val="003A763F"/>
    <w:rsid w:val="003B055E"/>
    <w:rsid w:val="003B0EE8"/>
    <w:rsid w:val="003B135A"/>
    <w:rsid w:val="003B1793"/>
    <w:rsid w:val="003B1CBB"/>
    <w:rsid w:val="003B3E05"/>
    <w:rsid w:val="003B4013"/>
    <w:rsid w:val="003B421A"/>
    <w:rsid w:val="003B445E"/>
    <w:rsid w:val="003B4587"/>
    <w:rsid w:val="003B6BBE"/>
    <w:rsid w:val="003B6BD0"/>
    <w:rsid w:val="003B7156"/>
    <w:rsid w:val="003C03A6"/>
    <w:rsid w:val="003C08B4"/>
    <w:rsid w:val="003C08C5"/>
    <w:rsid w:val="003C1765"/>
    <w:rsid w:val="003C25A5"/>
    <w:rsid w:val="003C2F9A"/>
    <w:rsid w:val="003C38ED"/>
    <w:rsid w:val="003C42A2"/>
    <w:rsid w:val="003C4764"/>
    <w:rsid w:val="003C540A"/>
    <w:rsid w:val="003C675A"/>
    <w:rsid w:val="003C6AD9"/>
    <w:rsid w:val="003C70F3"/>
    <w:rsid w:val="003C7C04"/>
    <w:rsid w:val="003D067F"/>
    <w:rsid w:val="003D12E2"/>
    <w:rsid w:val="003D1D28"/>
    <w:rsid w:val="003D1F12"/>
    <w:rsid w:val="003D202C"/>
    <w:rsid w:val="003D2241"/>
    <w:rsid w:val="003D23FA"/>
    <w:rsid w:val="003D244D"/>
    <w:rsid w:val="003D456F"/>
    <w:rsid w:val="003D537A"/>
    <w:rsid w:val="003D56D7"/>
    <w:rsid w:val="003D5BF2"/>
    <w:rsid w:val="003D65F9"/>
    <w:rsid w:val="003D6777"/>
    <w:rsid w:val="003D7235"/>
    <w:rsid w:val="003D770F"/>
    <w:rsid w:val="003E20A1"/>
    <w:rsid w:val="003E2815"/>
    <w:rsid w:val="003E2BD2"/>
    <w:rsid w:val="003E3AE8"/>
    <w:rsid w:val="003E4209"/>
    <w:rsid w:val="003E44B6"/>
    <w:rsid w:val="003E64CE"/>
    <w:rsid w:val="003E7D10"/>
    <w:rsid w:val="003F0404"/>
    <w:rsid w:val="003F04A8"/>
    <w:rsid w:val="003F15EE"/>
    <w:rsid w:val="003F1FB2"/>
    <w:rsid w:val="003F478F"/>
    <w:rsid w:val="003F4813"/>
    <w:rsid w:val="003F5C6E"/>
    <w:rsid w:val="003F6D22"/>
    <w:rsid w:val="003F6ED4"/>
    <w:rsid w:val="003F734F"/>
    <w:rsid w:val="003F74B7"/>
    <w:rsid w:val="004006D0"/>
    <w:rsid w:val="00400F85"/>
    <w:rsid w:val="00401344"/>
    <w:rsid w:val="00402532"/>
    <w:rsid w:val="00402B61"/>
    <w:rsid w:val="004030E0"/>
    <w:rsid w:val="00404239"/>
    <w:rsid w:val="0040434F"/>
    <w:rsid w:val="00404F01"/>
    <w:rsid w:val="004107DF"/>
    <w:rsid w:val="00410DF0"/>
    <w:rsid w:val="00411FF0"/>
    <w:rsid w:val="00412329"/>
    <w:rsid w:val="00413524"/>
    <w:rsid w:val="00413EC8"/>
    <w:rsid w:val="00413FCA"/>
    <w:rsid w:val="004150D4"/>
    <w:rsid w:val="00415370"/>
    <w:rsid w:val="00415499"/>
    <w:rsid w:val="00415D7D"/>
    <w:rsid w:val="00415EC2"/>
    <w:rsid w:val="004166D0"/>
    <w:rsid w:val="00417280"/>
    <w:rsid w:val="004215BD"/>
    <w:rsid w:val="004218A4"/>
    <w:rsid w:val="004224B5"/>
    <w:rsid w:val="00424151"/>
    <w:rsid w:val="00424B7D"/>
    <w:rsid w:val="004252BE"/>
    <w:rsid w:val="00425441"/>
    <w:rsid w:val="0042578C"/>
    <w:rsid w:val="00425AD8"/>
    <w:rsid w:val="00425E2B"/>
    <w:rsid w:val="00426A04"/>
    <w:rsid w:val="00427A97"/>
    <w:rsid w:val="00430B68"/>
    <w:rsid w:val="00430E8A"/>
    <w:rsid w:val="00431C4F"/>
    <w:rsid w:val="00431E55"/>
    <w:rsid w:val="00431F5B"/>
    <w:rsid w:val="00432D79"/>
    <w:rsid w:val="00432DD3"/>
    <w:rsid w:val="00432ED3"/>
    <w:rsid w:val="00434719"/>
    <w:rsid w:val="00435D58"/>
    <w:rsid w:val="00436374"/>
    <w:rsid w:val="00436814"/>
    <w:rsid w:val="0043756B"/>
    <w:rsid w:val="00437DEF"/>
    <w:rsid w:val="00440837"/>
    <w:rsid w:val="004409B7"/>
    <w:rsid w:val="00443241"/>
    <w:rsid w:val="0044410B"/>
    <w:rsid w:val="00444F05"/>
    <w:rsid w:val="00444FE8"/>
    <w:rsid w:val="0044500A"/>
    <w:rsid w:val="00447315"/>
    <w:rsid w:val="00447CDD"/>
    <w:rsid w:val="00450960"/>
    <w:rsid w:val="00451319"/>
    <w:rsid w:val="004518DA"/>
    <w:rsid w:val="00451EA0"/>
    <w:rsid w:val="00451EE4"/>
    <w:rsid w:val="0045202F"/>
    <w:rsid w:val="0045231E"/>
    <w:rsid w:val="00452D20"/>
    <w:rsid w:val="004532A3"/>
    <w:rsid w:val="00453B3F"/>
    <w:rsid w:val="00454414"/>
    <w:rsid w:val="004548C5"/>
    <w:rsid w:val="00454A1E"/>
    <w:rsid w:val="00455BF6"/>
    <w:rsid w:val="00455DEB"/>
    <w:rsid w:val="0045635A"/>
    <w:rsid w:val="004567AA"/>
    <w:rsid w:val="00457139"/>
    <w:rsid w:val="0045718A"/>
    <w:rsid w:val="00457ACE"/>
    <w:rsid w:val="00460CC4"/>
    <w:rsid w:val="00461541"/>
    <w:rsid w:val="004620BD"/>
    <w:rsid w:val="004622A9"/>
    <w:rsid w:val="004628E1"/>
    <w:rsid w:val="00462EC0"/>
    <w:rsid w:val="00463697"/>
    <w:rsid w:val="00463FEC"/>
    <w:rsid w:val="0046501D"/>
    <w:rsid w:val="004653AA"/>
    <w:rsid w:val="00467BA6"/>
    <w:rsid w:val="00467C33"/>
    <w:rsid w:val="00470560"/>
    <w:rsid w:val="00471763"/>
    <w:rsid w:val="00471FB9"/>
    <w:rsid w:val="0047329B"/>
    <w:rsid w:val="0047410C"/>
    <w:rsid w:val="00475F7E"/>
    <w:rsid w:val="004768B3"/>
    <w:rsid w:val="004772EE"/>
    <w:rsid w:val="00477F96"/>
    <w:rsid w:val="00481D62"/>
    <w:rsid w:val="004829F1"/>
    <w:rsid w:val="00482C56"/>
    <w:rsid w:val="00483D6F"/>
    <w:rsid w:val="00484828"/>
    <w:rsid w:val="00485361"/>
    <w:rsid w:val="004863C1"/>
    <w:rsid w:val="004901FC"/>
    <w:rsid w:val="00490212"/>
    <w:rsid w:val="00490C1A"/>
    <w:rsid w:val="004922F6"/>
    <w:rsid w:val="0049282A"/>
    <w:rsid w:val="00492A67"/>
    <w:rsid w:val="0049381A"/>
    <w:rsid w:val="00493ECE"/>
    <w:rsid w:val="0049420E"/>
    <w:rsid w:val="004947CD"/>
    <w:rsid w:val="00495F69"/>
    <w:rsid w:val="00496C87"/>
    <w:rsid w:val="00496FE2"/>
    <w:rsid w:val="00497BE1"/>
    <w:rsid w:val="004A03C1"/>
    <w:rsid w:val="004A0941"/>
    <w:rsid w:val="004A24C9"/>
    <w:rsid w:val="004A2865"/>
    <w:rsid w:val="004A2A31"/>
    <w:rsid w:val="004A2A69"/>
    <w:rsid w:val="004A31CE"/>
    <w:rsid w:val="004A32ED"/>
    <w:rsid w:val="004A401D"/>
    <w:rsid w:val="004A4167"/>
    <w:rsid w:val="004A4340"/>
    <w:rsid w:val="004A4578"/>
    <w:rsid w:val="004A4F0E"/>
    <w:rsid w:val="004A4F77"/>
    <w:rsid w:val="004A55EB"/>
    <w:rsid w:val="004A663C"/>
    <w:rsid w:val="004A700C"/>
    <w:rsid w:val="004A724E"/>
    <w:rsid w:val="004A7875"/>
    <w:rsid w:val="004A7A1F"/>
    <w:rsid w:val="004B00F5"/>
    <w:rsid w:val="004B1031"/>
    <w:rsid w:val="004B14BA"/>
    <w:rsid w:val="004B1A55"/>
    <w:rsid w:val="004B1B7A"/>
    <w:rsid w:val="004B2393"/>
    <w:rsid w:val="004B2765"/>
    <w:rsid w:val="004B2804"/>
    <w:rsid w:val="004B2E49"/>
    <w:rsid w:val="004B2EF6"/>
    <w:rsid w:val="004B3075"/>
    <w:rsid w:val="004B3A13"/>
    <w:rsid w:val="004B469A"/>
    <w:rsid w:val="004B4CB1"/>
    <w:rsid w:val="004B5141"/>
    <w:rsid w:val="004B66DB"/>
    <w:rsid w:val="004B66EC"/>
    <w:rsid w:val="004B6B0E"/>
    <w:rsid w:val="004B6BAE"/>
    <w:rsid w:val="004B7C27"/>
    <w:rsid w:val="004C0418"/>
    <w:rsid w:val="004C1C95"/>
    <w:rsid w:val="004C1CD0"/>
    <w:rsid w:val="004C2194"/>
    <w:rsid w:val="004C2EEA"/>
    <w:rsid w:val="004C3C9D"/>
    <w:rsid w:val="004C42D2"/>
    <w:rsid w:val="004C43DD"/>
    <w:rsid w:val="004C5758"/>
    <w:rsid w:val="004C5A4E"/>
    <w:rsid w:val="004C5BE9"/>
    <w:rsid w:val="004C6277"/>
    <w:rsid w:val="004C76BB"/>
    <w:rsid w:val="004C7729"/>
    <w:rsid w:val="004C7B0B"/>
    <w:rsid w:val="004D2180"/>
    <w:rsid w:val="004D22DC"/>
    <w:rsid w:val="004D33A5"/>
    <w:rsid w:val="004D4E1F"/>
    <w:rsid w:val="004D5C01"/>
    <w:rsid w:val="004D5C42"/>
    <w:rsid w:val="004D7A9E"/>
    <w:rsid w:val="004E0660"/>
    <w:rsid w:val="004E08F7"/>
    <w:rsid w:val="004E1DCB"/>
    <w:rsid w:val="004E32B7"/>
    <w:rsid w:val="004E3B8B"/>
    <w:rsid w:val="004E4081"/>
    <w:rsid w:val="004E4D03"/>
    <w:rsid w:val="004E4E63"/>
    <w:rsid w:val="004E5309"/>
    <w:rsid w:val="004E535E"/>
    <w:rsid w:val="004E543A"/>
    <w:rsid w:val="004E6740"/>
    <w:rsid w:val="004E7084"/>
    <w:rsid w:val="004E7327"/>
    <w:rsid w:val="004F2AF7"/>
    <w:rsid w:val="004F3284"/>
    <w:rsid w:val="004F4510"/>
    <w:rsid w:val="004F4965"/>
    <w:rsid w:val="004F4D2C"/>
    <w:rsid w:val="004F5A1E"/>
    <w:rsid w:val="004F5D99"/>
    <w:rsid w:val="004F5FF0"/>
    <w:rsid w:val="004F6680"/>
    <w:rsid w:val="004F6A14"/>
    <w:rsid w:val="004F6BC5"/>
    <w:rsid w:val="004F6C59"/>
    <w:rsid w:val="004F6CAD"/>
    <w:rsid w:val="00500CE1"/>
    <w:rsid w:val="0050285B"/>
    <w:rsid w:val="00503CE4"/>
    <w:rsid w:val="005041E8"/>
    <w:rsid w:val="00504300"/>
    <w:rsid w:val="00504621"/>
    <w:rsid w:val="00504FA4"/>
    <w:rsid w:val="00505242"/>
    <w:rsid w:val="00505260"/>
    <w:rsid w:val="00505712"/>
    <w:rsid w:val="00505777"/>
    <w:rsid w:val="005068BA"/>
    <w:rsid w:val="005074E5"/>
    <w:rsid w:val="0050752A"/>
    <w:rsid w:val="0050763B"/>
    <w:rsid w:val="00507B2E"/>
    <w:rsid w:val="00507C0E"/>
    <w:rsid w:val="00507C72"/>
    <w:rsid w:val="005109D5"/>
    <w:rsid w:val="00511036"/>
    <w:rsid w:val="005118D4"/>
    <w:rsid w:val="005120A5"/>
    <w:rsid w:val="005120CE"/>
    <w:rsid w:val="005127E8"/>
    <w:rsid w:val="005138F4"/>
    <w:rsid w:val="005140C2"/>
    <w:rsid w:val="005152FF"/>
    <w:rsid w:val="0051566C"/>
    <w:rsid w:val="00516F48"/>
    <w:rsid w:val="00520DFC"/>
    <w:rsid w:val="00522057"/>
    <w:rsid w:val="005233A3"/>
    <w:rsid w:val="005238B7"/>
    <w:rsid w:val="00524166"/>
    <w:rsid w:val="00524289"/>
    <w:rsid w:val="005242F7"/>
    <w:rsid w:val="0052487D"/>
    <w:rsid w:val="00525F59"/>
    <w:rsid w:val="005266D6"/>
    <w:rsid w:val="00526A2A"/>
    <w:rsid w:val="00527C99"/>
    <w:rsid w:val="00530E7D"/>
    <w:rsid w:val="00531AAB"/>
    <w:rsid w:val="00532804"/>
    <w:rsid w:val="0053434B"/>
    <w:rsid w:val="005354D7"/>
    <w:rsid w:val="005366C6"/>
    <w:rsid w:val="00537A93"/>
    <w:rsid w:val="00540053"/>
    <w:rsid w:val="00541104"/>
    <w:rsid w:val="00541D4A"/>
    <w:rsid w:val="00543EE4"/>
    <w:rsid w:val="005440B0"/>
    <w:rsid w:val="00544B6B"/>
    <w:rsid w:val="00545804"/>
    <w:rsid w:val="00545E0F"/>
    <w:rsid w:val="00545F28"/>
    <w:rsid w:val="00546573"/>
    <w:rsid w:val="0054705A"/>
    <w:rsid w:val="00547266"/>
    <w:rsid w:val="00547475"/>
    <w:rsid w:val="005476FE"/>
    <w:rsid w:val="00547B46"/>
    <w:rsid w:val="00547BC1"/>
    <w:rsid w:val="00547F8C"/>
    <w:rsid w:val="00550796"/>
    <w:rsid w:val="00551228"/>
    <w:rsid w:val="0055237B"/>
    <w:rsid w:val="00552841"/>
    <w:rsid w:val="00552A4B"/>
    <w:rsid w:val="00552FB5"/>
    <w:rsid w:val="00553720"/>
    <w:rsid w:val="00553FD5"/>
    <w:rsid w:val="0055465B"/>
    <w:rsid w:val="00555FF4"/>
    <w:rsid w:val="00556F58"/>
    <w:rsid w:val="005575F4"/>
    <w:rsid w:val="00557799"/>
    <w:rsid w:val="005605BA"/>
    <w:rsid w:val="0056062E"/>
    <w:rsid w:val="00561493"/>
    <w:rsid w:val="00562143"/>
    <w:rsid w:val="005623CC"/>
    <w:rsid w:val="00562D01"/>
    <w:rsid w:val="00562DF0"/>
    <w:rsid w:val="00562ECB"/>
    <w:rsid w:val="005634E8"/>
    <w:rsid w:val="0056374D"/>
    <w:rsid w:val="00564C5A"/>
    <w:rsid w:val="00564CAD"/>
    <w:rsid w:val="00565A20"/>
    <w:rsid w:val="005669C6"/>
    <w:rsid w:val="00567FB6"/>
    <w:rsid w:val="00570FB7"/>
    <w:rsid w:val="005716C3"/>
    <w:rsid w:val="00571CCD"/>
    <w:rsid w:val="00571DA7"/>
    <w:rsid w:val="00572495"/>
    <w:rsid w:val="0057323B"/>
    <w:rsid w:val="0057352C"/>
    <w:rsid w:val="005738EC"/>
    <w:rsid w:val="005745E8"/>
    <w:rsid w:val="00574FCB"/>
    <w:rsid w:val="005754DB"/>
    <w:rsid w:val="00575CBE"/>
    <w:rsid w:val="0057623F"/>
    <w:rsid w:val="005766CC"/>
    <w:rsid w:val="005768FD"/>
    <w:rsid w:val="00577D0A"/>
    <w:rsid w:val="005809C5"/>
    <w:rsid w:val="005822D6"/>
    <w:rsid w:val="005825B4"/>
    <w:rsid w:val="00582CD9"/>
    <w:rsid w:val="0058301A"/>
    <w:rsid w:val="005830C1"/>
    <w:rsid w:val="00583491"/>
    <w:rsid w:val="0058372E"/>
    <w:rsid w:val="0058374A"/>
    <w:rsid w:val="00584497"/>
    <w:rsid w:val="00584E0D"/>
    <w:rsid w:val="005854B5"/>
    <w:rsid w:val="00585566"/>
    <w:rsid w:val="005858BD"/>
    <w:rsid w:val="005864DE"/>
    <w:rsid w:val="00586502"/>
    <w:rsid w:val="0058771E"/>
    <w:rsid w:val="00590A67"/>
    <w:rsid w:val="0059103C"/>
    <w:rsid w:val="00593056"/>
    <w:rsid w:val="00593807"/>
    <w:rsid w:val="0059380D"/>
    <w:rsid w:val="00594349"/>
    <w:rsid w:val="005955D1"/>
    <w:rsid w:val="005955F7"/>
    <w:rsid w:val="00595C20"/>
    <w:rsid w:val="00596525"/>
    <w:rsid w:val="00597B39"/>
    <w:rsid w:val="005A02CB"/>
    <w:rsid w:val="005A05C4"/>
    <w:rsid w:val="005A1C9F"/>
    <w:rsid w:val="005A28BE"/>
    <w:rsid w:val="005A37F4"/>
    <w:rsid w:val="005A3C2E"/>
    <w:rsid w:val="005A3E58"/>
    <w:rsid w:val="005A5777"/>
    <w:rsid w:val="005A686D"/>
    <w:rsid w:val="005A68FF"/>
    <w:rsid w:val="005A70BF"/>
    <w:rsid w:val="005A713E"/>
    <w:rsid w:val="005A7221"/>
    <w:rsid w:val="005A73CE"/>
    <w:rsid w:val="005A7DE2"/>
    <w:rsid w:val="005B0899"/>
    <w:rsid w:val="005B0FC2"/>
    <w:rsid w:val="005B1311"/>
    <w:rsid w:val="005B16D2"/>
    <w:rsid w:val="005B1EAB"/>
    <w:rsid w:val="005B2F11"/>
    <w:rsid w:val="005B348F"/>
    <w:rsid w:val="005B6943"/>
    <w:rsid w:val="005B6A6D"/>
    <w:rsid w:val="005B6DE6"/>
    <w:rsid w:val="005B760C"/>
    <w:rsid w:val="005C0369"/>
    <w:rsid w:val="005C260E"/>
    <w:rsid w:val="005C2A5C"/>
    <w:rsid w:val="005C3A64"/>
    <w:rsid w:val="005C4618"/>
    <w:rsid w:val="005C4A65"/>
    <w:rsid w:val="005C4BAB"/>
    <w:rsid w:val="005C5236"/>
    <w:rsid w:val="005C5C8D"/>
    <w:rsid w:val="005C6916"/>
    <w:rsid w:val="005C726F"/>
    <w:rsid w:val="005C7496"/>
    <w:rsid w:val="005D138F"/>
    <w:rsid w:val="005D1C8E"/>
    <w:rsid w:val="005D1FDD"/>
    <w:rsid w:val="005D2254"/>
    <w:rsid w:val="005D2AAA"/>
    <w:rsid w:val="005D6D35"/>
    <w:rsid w:val="005D71B6"/>
    <w:rsid w:val="005D7236"/>
    <w:rsid w:val="005D77E5"/>
    <w:rsid w:val="005E06E3"/>
    <w:rsid w:val="005E07F0"/>
    <w:rsid w:val="005E0898"/>
    <w:rsid w:val="005E15E5"/>
    <w:rsid w:val="005E1F30"/>
    <w:rsid w:val="005E2507"/>
    <w:rsid w:val="005E2BA7"/>
    <w:rsid w:val="005E32CD"/>
    <w:rsid w:val="005E4278"/>
    <w:rsid w:val="005E462D"/>
    <w:rsid w:val="005E4630"/>
    <w:rsid w:val="005E48D2"/>
    <w:rsid w:val="005E4C8F"/>
    <w:rsid w:val="005E57BF"/>
    <w:rsid w:val="005E58D1"/>
    <w:rsid w:val="005E618A"/>
    <w:rsid w:val="005E63B4"/>
    <w:rsid w:val="005E6CE5"/>
    <w:rsid w:val="005E786D"/>
    <w:rsid w:val="005E7DE7"/>
    <w:rsid w:val="005E7F99"/>
    <w:rsid w:val="005F0892"/>
    <w:rsid w:val="005F0F10"/>
    <w:rsid w:val="005F11E5"/>
    <w:rsid w:val="005F228E"/>
    <w:rsid w:val="005F4642"/>
    <w:rsid w:val="005F4C52"/>
    <w:rsid w:val="005F5994"/>
    <w:rsid w:val="005F71D0"/>
    <w:rsid w:val="005F7778"/>
    <w:rsid w:val="005F79A1"/>
    <w:rsid w:val="0060002B"/>
    <w:rsid w:val="00600615"/>
    <w:rsid w:val="006014F0"/>
    <w:rsid w:val="00602F73"/>
    <w:rsid w:val="00603542"/>
    <w:rsid w:val="00603F24"/>
    <w:rsid w:val="00604AA5"/>
    <w:rsid w:val="00605E21"/>
    <w:rsid w:val="006061CE"/>
    <w:rsid w:val="00607C89"/>
    <w:rsid w:val="00607E97"/>
    <w:rsid w:val="00610454"/>
    <w:rsid w:val="00610AF0"/>
    <w:rsid w:val="0061107A"/>
    <w:rsid w:val="006128A7"/>
    <w:rsid w:val="0061326B"/>
    <w:rsid w:val="006152C9"/>
    <w:rsid w:val="006155B2"/>
    <w:rsid w:val="00615985"/>
    <w:rsid w:val="00616531"/>
    <w:rsid w:val="006168E7"/>
    <w:rsid w:val="00616C6E"/>
    <w:rsid w:val="006201E7"/>
    <w:rsid w:val="006208E7"/>
    <w:rsid w:val="00620F44"/>
    <w:rsid w:val="00620FD9"/>
    <w:rsid w:val="0062117B"/>
    <w:rsid w:val="00621AB1"/>
    <w:rsid w:val="006227B6"/>
    <w:rsid w:val="00622E6B"/>
    <w:rsid w:val="00623996"/>
    <w:rsid w:val="006251CA"/>
    <w:rsid w:val="006255F0"/>
    <w:rsid w:val="00625853"/>
    <w:rsid w:val="00626031"/>
    <w:rsid w:val="0062701C"/>
    <w:rsid w:val="00627233"/>
    <w:rsid w:val="00627F33"/>
    <w:rsid w:val="00630E75"/>
    <w:rsid w:val="0063129F"/>
    <w:rsid w:val="006315F2"/>
    <w:rsid w:val="006318F3"/>
    <w:rsid w:val="00632408"/>
    <w:rsid w:val="00632ECC"/>
    <w:rsid w:val="00633CBE"/>
    <w:rsid w:val="00634852"/>
    <w:rsid w:val="00634CB9"/>
    <w:rsid w:val="0063548B"/>
    <w:rsid w:val="0063558A"/>
    <w:rsid w:val="006359F3"/>
    <w:rsid w:val="00635A9F"/>
    <w:rsid w:val="00635AB0"/>
    <w:rsid w:val="00636B2D"/>
    <w:rsid w:val="00636C9A"/>
    <w:rsid w:val="00640512"/>
    <w:rsid w:val="00640959"/>
    <w:rsid w:val="006409A5"/>
    <w:rsid w:val="006410EC"/>
    <w:rsid w:val="006413FA"/>
    <w:rsid w:val="00642018"/>
    <w:rsid w:val="00642196"/>
    <w:rsid w:val="00643309"/>
    <w:rsid w:val="006446FC"/>
    <w:rsid w:val="00644EC8"/>
    <w:rsid w:val="00645FE6"/>
    <w:rsid w:val="00647054"/>
    <w:rsid w:val="00647A37"/>
    <w:rsid w:val="006510BE"/>
    <w:rsid w:val="0065126F"/>
    <w:rsid w:val="006513F4"/>
    <w:rsid w:val="006519FE"/>
    <w:rsid w:val="00652778"/>
    <w:rsid w:val="006529B4"/>
    <w:rsid w:val="00653691"/>
    <w:rsid w:val="00653E97"/>
    <w:rsid w:val="0065496A"/>
    <w:rsid w:val="00655369"/>
    <w:rsid w:val="00655472"/>
    <w:rsid w:val="00655D15"/>
    <w:rsid w:val="00656407"/>
    <w:rsid w:val="00656BC6"/>
    <w:rsid w:val="0065783A"/>
    <w:rsid w:val="00657854"/>
    <w:rsid w:val="00657BBD"/>
    <w:rsid w:val="00657FDF"/>
    <w:rsid w:val="006605F8"/>
    <w:rsid w:val="00660AC4"/>
    <w:rsid w:val="0066143E"/>
    <w:rsid w:val="006618B6"/>
    <w:rsid w:val="00661BDE"/>
    <w:rsid w:val="00661E11"/>
    <w:rsid w:val="00661F00"/>
    <w:rsid w:val="006623E3"/>
    <w:rsid w:val="00662E64"/>
    <w:rsid w:val="00663332"/>
    <w:rsid w:val="0066396B"/>
    <w:rsid w:val="00663DAC"/>
    <w:rsid w:val="00663DC9"/>
    <w:rsid w:val="00664F5F"/>
    <w:rsid w:val="00665F67"/>
    <w:rsid w:val="006677F5"/>
    <w:rsid w:val="00670D1D"/>
    <w:rsid w:val="00671238"/>
    <w:rsid w:val="00673241"/>
    <w:rsid w:val="00673882"/>
    <w:rsid w:val="00673AB7"/>
    <w:rsid w:val="0067417D"/>
    <w:rsid w:val="006755A7"/>
    <w:rsid w:val="00675AA2"/>
    <w:rsid w:val="0067681C"/>
    <w:rsid w:val="00676ADA"/>
    <w:rsid w:val="00677425"/>
    <w:rsid w:val="00677C68"/>
    <w:rsid w:val="00677ECB"/>
    <w:rsid w:val="0068043B"/>
    <w:rsid w:val="0068320E"/>
    <w:rsid w:val="00683AC8"/>
    <w:rsid w:val="00683B78"/>
    <w:rsid w:val="00683EB6"/>
    <w:rsid w:val="0068540A"/>
    <w:rsid w:val="006856F6"/>
    <w:rsid w:val="00685DAF"/>
    <w:rsid w:val="00686DFA"/>
    <w:rsid w:val="00686EA4"/>
    <w:rsid w:val="00690653"/>
    <w:rsid w:val="00691297"/>
    <w:rsid w:val="0069155A"/>
    <w:rsid w:val="006917A7"/>
    <w:rsid w:val="00691BC8"/>
    <w:rsid w:val="0069203D"/>
    <w:rsid w:val="0069401A"/>
    <w:rsid w:val="006952FA"/>
    <w:rsid w:val="00696517"/>
    <w:rsid w:val="00697041"/>
    <w:rsid w:val="00697536"/>
    <w:rsid w:val="0069753F"/>
    <w:rsid w:val="006A0B16"/>
    <w:rsid w:val="006A1EEB"/>
    <w:rsid w:val="006A21C7"/>
    <w:rsid w:val="006A27CF"/>
    <w:rsid w:val="006A29F7"/>
    <w:rsid w:val="006A2CD6"/>
    <w:rsid w:val="006A2D04"/>
    <w:rsid w:val="006A2DC2"/>
    <w:rsid w:val="006A2E22"/>
    <w:rsid w:val="006A373C"/>
    <w:rsid w:val="006A38FC"/>
    <w:rsid w:val="006A3A20"/>
    <w:rsid w:val="006A3EAE"/>
    <w:rsid w:val="006A3F7D"/>
    <w:rsid w:val="006A4247"/>
    <w:rsid w:val="006A46B5"/>
    <w:rsid w:val="006A4934"/>
    <w:rsid w:val="006B053E"/>
    <w:rsid w:val="006B0961"/>
    <w:rsid w:val="006B0ADB"/>
    <w:rsid w:val="006B1BEE"/>
    <w:rsid w:val="006B3324"/>
    <w:rsid w:val="006B401E"/>
    <w:rsid w:val="006B49D0"/>
    <w:rsid w:val="006B6949"/>
    <w:rsid w:val="006B6A88"/>
    <w:rsid w:val="006B6C62"/>
    <w:rsid w:val="006B71B8"/>
    <w:rsid w:val="006C0268"/>
    <w:rsid w:val="006C0E97"/>
    <w:rsid w:val="006C0F21"/>
    <w:rsid w:val="006C0FEE"/>
    <w:rsid w:val="006C16DA"/>
    <w:rsid w:val="006C1EB4"/>
    <w:rsid w:val="006C229E"/>
    <w:rsid w:val="006C2751"/>
    <w:rsid w:val="006C2AD8"/>
    <w:rsid w:val="006C35C7"/>
    <w:rsid w:val="006C3983"/>
    <w:rsid w:val="006C3A2A"/>
    <w:rsid w:val="006C437D"/>
    <w:rsid w:val="006C45B5"/>
    <w:rsid w:val="006C4CF9"/>
    <w:rsid w:val="006C6D1C"/>
    <w:rsid w:val="006C6EF7"/>
    <w:rsid w:val="006C79D8"/>
    <w:rsid w:val="006D0334"/>
    <w:rsid w:val="006D072D"/>
    <w:rsid w:val="006D079D"/>
    <w:rsid w:val="006D0854"/>
    <w:rsid w:val="006D08AF"/>
    <w:rsid w:val="006D08E0"/>
    <w:rsid w:val="006D0A6C"/>
    <w:rsid w:val="006D0F34"/>
    <w:rsid w:val="006D129C"/>
    <w:rsid w:val="006D1D1C"/>
    <w:rsid w:val="006D1E49"/>
    <w:rsid w:val="006D3A2D"/>
    <w:rsid w:val="006D3E2D"/>
    <w:rsid w:val="006D4BB2"/>
    <w:rsid w:val="006D566F"/>
    <w:rsid w:val="006D71DE"/>
    <w:rsid w:val="006D7D89"/>
    <w:rsid w:val="006E0423"/>
    <w:rsid w:val="006E048A"/>
    <w:rsid w:val="006E14E0"/>
    <w:rsid w:val="006E241C"/>
    <w:rsid w:val="006E2621"/>
    <w:rsid w:val="006E27C6"/>
    <w:rsid w:val="006E2F43"/>
    <w:rsid w:val="006E33C7"/>
    <w:rsid w:val="006E395F"/>
    <w:rsid w:val="006E4A4F"/>
    <w:rsid w:val="006E4D5C"/>
    <w:rsid w:val="006E4DC5"/>
    <w:rsid w:val="006E5470"/>
    <w:rsid w:val="006E598C"/>
    <w:rsid w:val="006E5BAF"/>
    <w:rsid w:val="006E6555"/>
    <w:rsid w:val="006E6E4A"/>
    <w:rsid w:val="006E7CA1"/>
    <w:rsid w:val="006F1851"/>
    <w:rsid w:val="006F1B70"/>
    <w:rsid w:val="006F2159"/>
    <w:rsid w:val="006F21B8"/>
    <w:rsid w:val="006F353E"/>
    <w:rsid w:val="006F5049"/>
    <w:rsid w:val="006F6B09"/>
    <w:rsid w:val="006F6E1D"/>
    <w:rsid w:val="006F7145"/>
    <w:rsid w:val="006F7855"/>
    <w:rsid w:val="006F7E00"/>
    <w:rsid w:val="007004FB"/>
    <w:rsid w:val="00701A3E"/>
    <w:rsid w:val="00702B63"/>
    <w:rsid w:val="00702B94"/>
    <w:rsid w:val="00703268"/>
    <w:rsid w:val="007036DD"/>
    <w:rsid w:val="0070439D"/>
    <w:rsid w:val="00704AF5"/>
    <w:rsid w:val="0070525B"/>
    <w:rsid w:val="00705844"/>
    <w:rsid w:val="00705A31"/>
    <w:rsid w:val="00705AA7"/>
    <w:rsid w:val="007067BB"/>
    <w:rsid w:val="00706B47"/>
    <w:rsid w:val="00706D1B"/>
    <w:rsid w:val="007106DB"/>
    <w:rsid w:val="007121DC"/>
    <w:rsid w:val="0071234F"/>
    <w:rsid w:val="007125EB"/>
    <w:rsid w:val="007125FA"/>
    <w:rsid w:val="007126B3"/>
    <w:rsid w:val="007132CB"/>
    <w:rsid w:val="00713A2F"/>
    <w:rsid w:val="00713AAB"/>
    <w:rsid w:val="00714C81"/>
    <w:rsid w:val="007153A0"/>
    <w:rsid w:val="00716854"/>
    <w:rsid w:val="00716C27"/>
    <w:rsid w:val="00717DA4"/>
    <w:rsid w:val="00717F61"/>
    <w:rsid w:val="007213DD"/>
    <w:rsid w:val="00721977"/>
    <w:rsid w:val="00721A03"/>
    <w:rsid w:val="00722418"/>
    <w:rsid w:val="007227C8"/>
    <w:rsid w:val="00723030"/>
    <w:rsid w:val="0072321D"/>
    <w:rsid w:val="00723436"/>
    <w:rsid w:val="007239A3"/>
    <w:rsid w:val="007240D1"/>
    <w:rsid w:val="007249F7"/>
    <w:rsid w:val="00725DC8"/>
    <w:rsid w:val="007263CC"/>
    <w:rsid w:val="00726A76"/>
    <w:rsid w:val="00726EFF"/>
    <w:rsid w:val="0072763C"/>
    <w:rsid w:val="0073020B"/>
    <w:rsid w:val="007324F0"/>
    <w:rsid w:val="0073289B"/>
    <w:rsid w:val="00732D77"/>
    <w:rsid w:val="00732F31"/>
    <w:rsid w:val="00733262"/>
    <w:rsid w:val="007340AD"/>
    <w:rsid w:val="0073469E"/>
    <w:rsid w:val="00735992"/>
    <w:rsid w:val="007359A7"/>
    <w:rsid w:val="00735A0A"/>
    <w:rsid w:val="00737253"/>
    <w:rsid w:val="007375C5"/>
    <w:rsid w:val="00737B09"/>
    <w:rsid w:val="00741251"/>
    <w:rsid w:val="007414A1"/>
    <w:rsid w:val="0074160B"/>
    <w:rsid w:val="00741F38"/>
    <w:rsid w:val="007437A6"/>
    <w:rsid w:val="0074418A"/>
    <w:rsid w:val="007445E7"/>
    <w:rsid w:val="00744ABF"/>
    <w:rsid w:val="00746353"/>
    <w:rsid w:val="00746D8F"/>
    <w:rsid w:val="007478BD"/>
    <w:rsid w:val="00747A59"/>
    <w:rsid w:val="00747FBD"/>
    <w:rsid w:val="007500BE"/>
    <w:rsid w:val="007500D7"/>
    <w:rsid w:val="00751371"/>
    <w:rsid w:val="007513D1"/>
    <w:rsid w:val="00751B34"/>
    <w:rsid w:val="007520F0"/>
    <w:rsid w:val="00752BA8"/>
    <w:rsid w:val="00753908"/>
    <w:rsid w:val="0075425B"/>
    <w:rsid w:val="0075434F"/>
    <w:rsid w:val="007550D8"/>
    <w:rsid w:val="007560D3"/>
    <w:rsid w:val="007561EC"/>
    <w:rsid w:val="0075685A"/>
    <w:rsid w:val="00756CB7"/>
    <w:rsid w:val="00757831"/>
    <w:rsid w:val="00760A41"/>
    <w:rsid w:val="00760D1D"/>
    <w:rsid w:val="00761624"/>
    <w:rsid w:val="00762023"/>
    <w:rsid w:val="007624A6"/>
    <w:rsid w:val="00762758"/>
    <w:rsid w:val="00762B0D"/>
    <w:rsid w:val="00763933"/>
    <w:rsid w:val="0076421A"/>
    <w:rsid w:val="007643E6"/>
    <w:rsid w:val="00764681"/>
    <w:rsid w:val="00764B4E"/>
    <w:rsid w:val="00764E43"/>
    <w:rsid w:val="00765163"/>
    <w:rsid w:val="007652E0"/>
    <w:rsid w:val="00765D65"/>
    <w:rsid w:val="00765F7D"/>
    <w:rsid w:val="007661F5"/>
    <w:rsid w:val="007666D2"/>
    <w:rsid w:val="00766E8B"/>
    <w:rsid w:val="0076742F"/>
    <w:rsid w:val="00767FD3"/>
    <w:rsid w:val="0077038D"/>
    <w:rsid w:val="00770A75"/>
    <w:rsid w:val="00771A5C"/>
    <w:rsid w:val="00772D3B"/>
    <w:rsid w:val="00772E95"/>
    <w:rsid w:val="00773F70"/>
    <w:rsid w:val="0077479E"/>
    <w:rsid w:val="0077520B"/>
    <w:rsid w:val="00775650"/>
    <w:rsid w:val="00775803"/>
    <w:rsid w:val="00776472"/>
    <w:rsid w:val="00777627"/>
    <w:rsid w:val="007805FD"/>
    <w:rsid w:val="007810E7"/>
    <w:rsid w:val="00781540"/>
    <w:rsid w:val="00781704"/>
    <w:rsid w:val="00781BAC"/>
    <w:rsid w:val="00781F72"/>
    <w:rsid w:val="00782965"/>
    <w:rsid w:val="00782F5B"/>
    <w:rsid w:val="00783B62"/>
    <w:rsid w:val="00783D64"/>
    <w:rsid w:val="0078437C"/>
    <w:rsid w:val="00784386"/>
    <w:rsid w:val="00784834"/>
    <w:rsid w:val="00787637"/>
    <w:rsid w:val="007902EF"/>
    <w:rsid w:val="007905EB"/>
    <w:rsid w:val="00790733"/>
    <w:rsid w:val="007908A7"/>
    <w:rsid w:val="00791375"/>
    <w:rsid w:val="00793808"/>
    <w:rsid w:val="0079445B"/>
    <w:rsid w:val="00794547"/>
    <w:rsid w:val="00794CC7"/>
    <w:rsid w:val="00795A84"/>
    <w:rsid w:val="00796934"/>
    <w:rsid w:val="00796B1C"/>
    <w:rsid w:val="0079700A"/>
    <w:rsid w:val="00797595"/>
    <w:rsid w:val="00797916"/>
    <w:rsid w:val="00797AC5"/>
    <w:rsid w:val="007A120B"/>
    <w:rsid w:val="007A1689"/>
    <w:rsid w:val="007A18DD"/>
    <w:rsid w:val="007A1AAB"/>
    <w:rsid w:val="007A27D5"/>
    <w:rsid w:val="007A280A"/>
    <w:rsid w:val="007A2925"/>
    <w:rsid w:val="007A372B"/>
    <w:rsid w:val="007A3814"/>
    <w:rsid w:val="007A4A3C"/>
    <w:rsid w:val="007A5946"/>
    <w:rsid w:val="007A59A1"/>
    <w:rsid w:val="007A5F33"/>
    <w:rsid w:val="007A74AD"/>
    <w:rsid w:val="007A7BAC"/>
    <w:rsid w:val="007B0805"/>
    <w:rsid w:val="007B1DCA"/>
    <w:rsid w:val="007B2A80"/>
    <w:rsid w:val="007B2D9F"/>
    <w:rsid w:val="007B3026"/>
    <w:rsid w:val="007B3AE8"/>
    <w:rsid w:val="007B4BA4"/>
    <w:rsid w:val="007B4CA7"/>
    <w:rsid w:val="007B5D12"/>
    <w:rsid w:val="007B6906"/>
    <w:rsid w:val="007C0892"/>
    <w:rsid w:val="007C09A0"/>
    <w:rsid w:val="007C1783"/>
    <w:rsid w:val="007C2739"/>
    <w:rsid w:val="007C3795"/>
    <w:rsid w:val="007C38C5"/>
    <w:rsid w:val="007C46DB"/>
    <w:rsid w:val="007C4F97"/>
    <w:rsid w:val="007C51F1"/>
    <w:rsid w:val="007C5336"/>
    <w:rsid w:val="007C5639"/>
    <w:rsid w:val="007C587A"/>
    <w:rsid w:val="007C655D"/>
    <w:rsid w:val="007C7D70"/>
    <w:rsid w:val="007C7D88"/>
    <w:rsid w:val="007D02DB"/>
    <w:rsid w:val="007D1726"/>
    <w:rsid w:val="007D1B6F"/>
    <w:rsid w:val="007D1C33"/>
    <w:rsid w:val="007D2F62"/>
    <w:rsid w:val="007D3441"/>
    <w:rsid w:val="007D39DD"/>
    <w:rsid w:val="007D44D8"/>
    <w:rsid w:val="007D4811"/>
    <w:rsid w:val="007D7AF2"/>
    <w:rsid w:val="007E0DFB"/>
    <w:rsid w:val="007E17CC"/>
    <w:rsid w:val="007E2ECC"/>
    <w:rsid w:val="007E2F3E"/>
    <w:rsid w:val="007E45D0"/>
    <w:rsid w:val="007E470C"/>
    <w:rsid w:val="007E55D4"/>
    <w:rsid w:val="007E57E5"/>
    <w:rsid w:val="007E641D"/>
    <w:rsid w:val="007E69D1"/>
    <w:rsid w:val="007E7C7C"/>
    <w:rsid w:val="007E7FEC"/>
    <w:rsid w:val="007F0761"/>
    <w:rsid w:val="007F07E4"/>
    <w:rsid w:val="007F2680"/>
    <w:rsid w:val="007F2C92"/>
    <w:rsid w:val="007F39DC"/>
    <w:rsid w:val="007F3D27"/>
    <w:rsid w:val="007F429F"/>
    <w:rsid w:val="007F4355"/>
    <w:rsid w:val="007F4B5F"/>
    <w:rsid w:val="007F4BC1"/>
    <w:rsid w:val="007F4C8B"/>
    <w:rsid w:val="007F4DF6"/>
    <w:rsid w:val="007F5166"/>
    <w:rsid w:val="007F7D7C"/>
    <w:rsid w:val="00800047"/>
    <w:rsid w:val="008000FE"/>
    <w:rsid w:val="008008A5"/>
    <w:rsid w:val="0080099E"/>
    <w:rsid w:val="00800E20"/>
    <w:rsid w:val="00802190"/>
    <w:rsid w:val="00802A11"/>
    <w:rsid w:val="00804104"/>
    <w:rsid w:val="0080472C"/>
    <w:rsid w:val="00804D24"/>
    <w:rsid w:val="00804D90"/>
    <w:rsid w:val="00805F08"/>
    <w:rsid w:val="008063CD"/>
    <w:rsid w:val="00806B03"/>
    <w:rsid w:val="00807350"/>
    <w:rsid w:val="008074D6"/>
    <w:rsid w:val="00807A3E"/>
    <w:rsid w:val="0081018D"/>
    <w:rsid w:val="00810F92"/>
    <w:rsid w:val="00810FA1"/>
    <w:rsid w:val="00811276"/>
    <w:rsid w:val="008117DA"/>
    <w:rsid w:val="00811A76"/>
    <w:rsid w:val="00811C28"/>
    <w:rsid w:val="00812148"/>
    <w:rsid w:val="0081241F"/>
    <w:rsid w:val="008126D1"/>
    <w:rsid w:val="008135B2"/>
    <w:rsid w:val="00814037"/>
    <w:rsid w:val="008141B0"/>
    <w:rsid w:val="00814871"/>
    <w:rsid w:val="0081530A"/>
    <w:rsid w:val="0081738E"/>
    <w:rsid w:val="0082016F"/>
    <w:rsid w:val="00820749"/>
    <w:rsid w:val="00821A2C"/>
    <w:rsid w:val="00821CB3"/>
    <w:rsid w:val="00823420"/>
    <w:rsid w:val="0082442D"/>
    <w:rsid w:val="00824454"/>
    <w:rsid w:val="008245AA"/>
    <w:rsid w:val="00825226"/>
    <w:rsid w:val="008264D9"/>
    <w:rsid w:val="00826A33"/>
    <w:rsid w:val="00826F28"/>
    <w:rsid w:val="00826F2C"/>
    <w:rsid w:val="00827BBC"/>
    <w:rsid w:val="00827F5D"/>
    <w:rsid w:val="00830890"/>
    <w:rsid w:val="00831455"/>
    <w:rsid w:val="008316AC"/>
    <w:rsid w:val="008320A1"/>
    <w:rsid w:val="00832F85"/>
    <w:rsid w:val="008332EB"/>
    <w:rsid w:val="00833698"/>
    <w:rsid w:val="008343C2"/>
    <w:rsid w:val="00834DCC"/>
    <w:rsid w:val="00836625"/>
    <w:rsid w:val="00836771"/>
    <w:rsid w:val="00837296"/>
    <w:rsid w:val="00837A3E"/>
    <w:rsid w:val="008402C6"/>
    <w:rsid w:val="00840430"/>
    <w:rsid w:val="008404EB"/>
    <w:rsid w:val="008406F1"/>
    <w:rsid w:val="008430C3"/>
    <w:rsid w:val="00843822"/>
    <w:rsid w:val="00844ABF"/>
    <w:rsid w:val="00845EE3"/>
    <w:rsid w:val="00846509"/>
    <w:rsid w:val="00846569"/>
    <w:rsid w:val="00846811"/>
    <w:rsid w:val="0085067F"/>
    <w:rsid w:val="00850C2E"/>
    <w:rsid w:val="00850D0F"/>
    <w:rsid w:val="00850D53"/>
    <w:rsid w:val="008514EA"/>
    <w:rsid w:val="00851FA7"/>
    <w:rsid w:val="008526FF"/>
    <w:rsid w:val="00852841"/>
    <w:rsid w:val="008529FB"/>
    <w:rsid w:val="00852EE1"/>
    <w:rsid w:val="00853D4B"/>
    <w:rsid w:val="00854C3A"/>
    <w:rsid w:val="00854FFA"/>
    <w:rsid w:val="008555F4"/>
    <w:rsid w:val="008563BD"/>
    <w:rsid w:val="00857018"/>
    <w:rsid w:val="008573D9"/>
    <w:rsid w:val="0085789A"/>
    <w:rsid w:val="00860B0A"/>
    <w:rsid w:val="00860E3D"/>
    <w:rsid w:val="00861402"/>
    <w:rsid w:val="008617DD"/>
    <w:rsid w:val="0086180D"/>
    <w:rsid w:val="00863037"/>
    <w:rsid w:val="0086332E"/>
    <w:rsid w:val="00863652"/>
    <w:rsid w:val="00863793"/>
    <w:rsid w:val="00863C68"/>
    <w:rsid w:val="008644AF"/>
    <w:rsid w:val="00866986"/>
    <w:rsid w:val="0086698B"/>
    <w:rsid w:val="00866B56"/>
    <w:rsid w:val="00866B59"/>
    <w:rsid w:val="00866C5D"/>
    <w:rsid w:val="008670E0"/>
    <w:rsid w:val="00867E14"/>
    <w:rsid w:val="008707A1"/>
    <w:rsid w:val="00871B15"/>
    <w:rsid w:val="00871BA6"/>
    <w:rsid w:val="008729C6"/>
    <w:rsid w:val="008731BB"/>
    <w:rsid w:val="00875078"/>
    <w:rsid w:val="00875954"/>
    <w:rsid w:val="00875B50"/>
    <w:rsid w:val="00875CBE"/>
    <w:rsid w:val="00875E37"/>
    <w:rsid w:val="008774F7"/>
    <w:rsid w:val="0088282C"/>
    <w:rsid w:val="00882BC3"/>
    <w:rsid w:val="00883050"/>
    <w:rsid w:val="0088324F"/>
    <w:rsid w:val="00883582"/>
    <w:rsid w:val="008846F6"/>
    <w:rsid w:val="00884DEA"/>
    <w:rsid w:val="00884F6E"/>
    <w:rsid w:val="00886CB9"/>
    <w:rsid w:val="00886FEC"/>
    <w:rsid w:val="008905A7"/>
    <w:rsid w:val="008907A0"/>
    <w:rsid w:val="00890C55"/>
    <w:rsid w:val="00891881"/>
    <w:rsid w:val="00891BCD"/>
    <w:rsid w:val="00891E56"/>
    <w:rsid w:val="00892284"/>
    <w:rsid w:val="0089496E"/>
    <w:rsid w:val="0089602F"/>
    <w:rsid w:val="0089612A"/>
    <w:rsid w:val="00896511"/>
    <w:rsid w:val="008976EA"/>
    <w:rsid w:val="008A057E"/>
    <w:rsid w:val="008A0725"/>
    <w:rsid w:val="008A1E98"/>
    <w:rsid w:val="008A28AA"/>
    <w:rsid w:val="008A2D0A"/>
    <w:rsid w:val="008A307F"/>
    <w:rsid w:val="008A3561"/>
    <w:rsid w:val="008A3E06"/>
    <w:rsid w:val="008A3EF7"/>
    <w:rsid w:val="008A40E6"/>
    <w:rsid w:val="008A417F"/>
    <w:rsid w:val="008A469C"/>
    <w:rsid w:val="008A4D47"/>
    <w:rsid w:val="008A4E83"/>
    <w:rsid w:val="008A52E7"/>
    <w:rsid w:val="008A532C"/>
    <w:rsid w:val="008A54A6"/>
    <w:rsid w:val="008A5D0B"/>
    <w:rsid w:val="008A5E4F"/>
    <w:rsid w:val="008A5FFA"/>
    <w:rsid w:val="008A63ED"/>
    <w:rsid w:val="008A6933"/>
    <w:rsid w:val="008A6AEA"/>
    <w:rsid w:val="008A728C"/>
    <w:rsid w:val="008A785B"/>
    <w:rsid w:val="008A7D6F"/>
    <w:rsid w:val="008B042D"/>
    <w:rsid w:val="008B07E4"/>
    <w:rsid w:val="008B08F0"/>
    <w:rsid w:val="008B205F"/>
    <w:rsid w:val="008B25D7"/>
    <w:rsid w:val="008B2942"/>
    <w:rsid w:val="008B31F4"/>
    <w:rsid w:val="008B33D4"/>
    <w:rsid w:val="008B3639"/>
    <w:rsid w:val="008B43FF"/>
    <w:rsid w:val="008B4DAB"/>
    <w:rsid w:val="008B5B5C"/>
    <w:rsid w:val="008B5D37"/>
    <w:rsid w:val="008B669F"/>
    <w:rsid w:val="008B696A"/>
    <w:rsid w:val="008B735B"/>
    <w:rsid w:val="008B781A"/>
    <w:rsid w:val="008C016F"/>
    <w:rsid w:val="008C07F8"/>
    <w:rsid w:val="008C096D"/>
    <w:rsid w:val="008C0CE9"/>
    <w:rsid w:val="008C0DA5"/>
    <w:rsid w:val="008C2231"/>
    <w:rsid w:val="008C23C0"/>
    <w:rsid w:val="008C267A"/>
    <w:rsid w:val="008C26D3"/>
    <w:rsid w:val="008C2C53"/>
    <w:rsid w:val="008C2DBD"/>
    <w:rsid w:val="008C43ED"/>
    <w:rsid w:val="008C4DE0"/>
    <w:rsid w:val="008C586B"/>
    <w:rsid w:val="008C5B70"/>
    <w:rsid w:val="008C5C08"/>
    <w:rsid w:val="008C5C8D"/>
    <w:rsid w:val="008C6164"/>
    <w:rsid w:val="008C6C5B"/>
    <w:rsid w:val="008C77CF"/>
    <w:rsid w:val="008C7F8C"/>
    <w:rsid w:val="008D0266"/>
    <w:rsid w:val="008D03BF"/>
    <w:rsid w:val="008D0488"/>
    <w:rsid w:val="008D2073"/>
    <w:rsid w:val="008D2DDD"/>
    <w:rsid w:val="008D2FB7"/>
    <w:rsid w:val="008D3BC7"/>
    <w:rsid w:val="008D4794"/>
    <w:rsid w:val="008D56EC"/>
    <w:rsid w:val="008D581A"/>
    <w:rsid w:val="008D58EF"/>
    <w:rsid w:val="008D6C2E"/>
    <w:rsid w:val="008D6E21"/>
    <w:rsid w:val="008E05B4"/>
    <w:rsid w:val="008E07DE"/>
    <w:rsid w:val="008E14B3"/>
    <w:rsid w:val="008E1C38"/>
    <w:rsid w:val="008E1FF4"/>
    <w:rsid w:val="008E31C8"/>
    <w:rsid w:val="008E4175"/>
    <w:rsid w:val="008E4218"/>
    <w:rsid w:val="008E4775"/>
    <w:rsid w:val="008E49EA"/>
    <w:rsid w:val="008E5504"/>
    <w:rsid w:val="008E58D1"/>
    <w:rsid w:val="008E593E"/>
    <w:rsid w:val="008E6A0F"/>
    <w:rsid w:val="008E6E04"/>
    <w:rsid w:val="008F1C79"/>
    <w:rsid w:val="008F24A0"/>
    <w:rsid w:val="008F2783"/>
    <w:rsid w:val="008F35AF"/>
    <w:rsid w:val="008F3703"/>
    <w:rsid w:val="008F4872"/>
    <w:rsid w:val="008F51AE"/>
    <w:rsid w:val="008F57DB"/>
    <w:rsid w:val="008F635D"/>
    <w:rsid w:val="008F6664"/>
    <w:rsid w:val="008F669C"/>
    <w:rsid w:val="008F6A5E"/>
    <w:rsid w:val="008F7281"/>
    <w:rsid w:val="008F769A"/>
    <w:rsid w:val="008F7AC0"/>
    <w:rsid w:val="008F7E5C"/>
    <w:rsid w:val="009003C3"/>
    <w:rsid w:val="009007BA"/>
    <w:rsid w:val="009009CD"/>
    <w:rsid w:val="00900B41"/>
    <w:rsid w:val="009015A3"/>
    <w:rsid w:val="00901CB6"/>
    <w:rsid w:val="00901CC5"/>
    <w:rsid w:val="00902170"/>
    <w:rsid w:val="00902707"/>
    <w:rsid w:val="00902E39"/>
    <w:rsid w:val="00903477"/>
    <w:rsid w:val="00903CED"/>
    <w:rsid w:val="009042A7"/>
    <w:rsid w:val="00910487"/>
    <w:rsid w:val="00910A13"/>
    <w:rsid w:val="00912808"/>
    <w:rsid w:val="00912E70"/>
    <w:rsid w:val="00914179"/>
    <w:rsid w:val="00914B11"/>
    <w:rsid w:val="00914ED1"/>
    <w:rsid w:val="009151E4"/>
    <w:rsid w:val="009152A6"/>
    <w:rsid w:val="009161B7"/>
    <w:rsid w:val="00916B74"/>
    <w:rsid w:val="00916F5D"/>
    <w:rsid w:val="00917859"/>
    <w:rsid w:val="009179B6"/>
    <w:rsid w:val="00920726"/>
    <w:rsid w:val="0092082C"/>
    <w:rsid w:val="00920880"/>
    <w:rsid w:val="00922A75"/>
    <w:rsid w:val="00923843"/>
    <w:rsid w:val="00923B95"/>
    <w:rsid w:val="009247C0"/>
    <w:rsid w:val="00926581"/>
    <w:rsid w:val="0092671A"/>
    <w:rsid w:val="00926EC4"/>
    <w:rsid w:val="00927188"/>
    <w:rsid w:val="0093163B"/>
    <w:rsid w:val="00931945"/>
    <w:rsid w:val="0093229C"/>
    <w:rsid w:val="009324FF"/>
    <w:rsid w:val="009327E7"/>
    <w:rsid w:val="00932A7A"/>
    <w:rsid w:val="00932D25"/>
    <w:rsid w:val="009335E5"/>
    <w:rsid w:val="00933CBD"/>
    <w:rsid w:val="00933CD1"/>
    <w:rsid w:val="00933EC1"/>
    <w:rsid w:val="009341E9"/>
    <w:rsid w:val="009346F2"/>
    <w:rsid w:val="00934C08"/>
    <w:rsid w:val="00935477"/>
    <w:rsid w:val="00935644"/>
    <w:rsid w:val="009364C1"/>
    <w:rsid w:val="00936C7E"/>
    <w:rsid w:val="009373B1"/>
    <w:rsid w:val="00937874"/>
    <w:rsid w:val="00940090"/>
    <w:rsid w:val="00940919"/>
    <w:rsid w:val="009415D1"/>
    <w:rsid w:val="00941839"/>
    <w:rsid w:val="0094269F"/>
    <w:rsid w:val="00942FA6"/>
    <w:rsid w:val="00943D08"/>
    <w:rsid w:val="00943DF3"/>
    <w:rsid w:val="00943F85"/>
    <w:rsid w:val="009440AB"/>
    <w:rsid w:val="009458A5"/>
    <w:rsid w:val="009458DA"/>
    <w:rsid w:val="009459BB"/>
    <w:rsid w:val="0094696B"/>
    <w:rsid w:val="00946A77"/>
    <w:rsid w:val="00947370"/>
    <w:rsid w:val="009475AA"/>
    <w:rsid w:val="00950E0F"/>
    <w:rsid w:val="00951508"/>
    <w:rsid w:val="0095189B"/>
    <w:rsid w:val="0095355B"/>
    <w:rsid w:val="00954536"/>
    <w:rsid w:val="00955C8B"/>
    <w:rsid w:val="00955D67"/>
    <w:rsid w:val="00956DD3"/>
    <w:rsid w:val="00957018"/>
    <w:rsid w:val="0095760D"/>
    <w:rsid w:val="00957B02"/>
    <w:rsid w:val="009612FF"/>
    <w:rsid w:val="0096181F"/>
    <w:rsid w:val="00961923"/>
    <w:rsid w:val="00961942"/>
    <w:rsid w:val="00961DE9"/>
    <w:rsid w:val="00962B1E"/>
    <w:rsid w:val="0096329D"/>
    <w:rsid w:val="00964A03"/>
    <w:rsid w:val="00964A8D"/>
    <w:rsid w:val="009651BF"/>
    <w:rsid w:val="0096572C"/>
    <w:rsid w:val="00966039"/>
    <w:rsid w:val="00967371"/>
    <w:rsid w:val="00967D8E"/>
    <w:rsid w:val="0097072B"/>
    <w:rsid w:val="00970E85"/>
    <w:rsid w:val="0097172E"/>
    <w:rsid w:val="0097192B"/>
    <w:rsid w:val="00971BDD"/>
    <w:rsid w:val="00971F48"/>
    <w:rsid w:val="00972E41"/>
    <w:rsid w:val="00973E00"/>
    <w:rsid w:val="00975B5E"/>
    <w:rsid w:val="00975E34"/>
    <w:rsid w:val="009766E7"/>
    <w:rsid w:val="00976FAD"/>
    <w:rsid w:val="0097778F"/>
    <w:rsid w:val="0097798D"/>
    <w:rsid w:val="00981EA2"/>
    <w:rsid w:val="00982BE0"/>
    <w:rsid w:val="00983266"/>
    <w:rsid w:val="0098487A"/>
    <w:rsid w:val="00984D48"/>
    <w:rsid w:val="00985183"/>
    <w:rsid w:val="00985337"/>
    <w:rsid w:val="00986700"/>
    <w:rsid w:val="00986BD9"/>
    <w:rsid w:val="00987149"/>
    <w:rsid w:val="009873CC"/>
    <w:rsid w:val="00987A75"/>
    <w:rsid w:val="00990295"/>
    <w:rsid w:val="009917AD"/>
    <w:rsid w:val="009920B9"/>
    <w:rsid w:val="009925C6"/>
    <w:rsid w:val="00993C69"/>
    <w:rsid w:val="00993E37"/>
    <w:rsid w:val="0099530F"/>
    <w:rsid w:val="00995C86"/>
    <w:rsid w:val="00995D13"/>
    <w:rsid w:val="00996CA8"/>
    <w:rsid w:val="00996D8F"/>
    <w:rsid w:val="00996F32"/>
    <w:rsid w:val="00997462"/>
    <w:rsid w:val="00997527"/>
    <w:rsid w:val="0099765C"/>
    <w:rsid w:val="009976B9"/>
    <w:rsid w:val="009A0108"/>
    <w:rsid w:val="009A2C87"/>
    <w:rsid w:val="009A49DB"/>
    <w:rsid w:val="009A55F1"/>
    <w:rsid w:val="009A57E2"/>
    <w:rsid w:val="009A6612"/>
    <w:rsid w:val="009A74F5"/>
    <w:rsid w:val="009B1E8B"/>
    <w:rsid w:val="009B1F20"/>
    <w:rsid w:val="009B2D40"/>
    <w:rsid w:val="009B3826"/>
    <w:rsid w:val="009B407F"/>
    <w:rsid w:val="009B44BB"/>
    <w:rsid w:val="009B4BC7"/>
    <w:rsid w:val="009B52CD"/>
    <w:rsid w:val="009B5D95"/>
    <w:rsid w:val="009B6470"/>
    <w:rsid w:val="009B6AAD"/>
    <w:rsid w:val="009B75EF"/>
    <w:rsid w:val="009B761D"/>
    <w:rsid w:val="009C106F"/>
    <w:rsid w:val="009C17CB"/>
    <w:rsid w:val="009C19C8"/>
    <w:rsid w:val="009C284C"/>
    <w:rsid w:val="009C2935"/>
    <w:rsid w:val="009C2B95"/>
    <w:rsid w:val="009C36FF"/>
    <w:rsid w:val="009C37AE"/>
    <w:rsid w:val="009C3F1D"/>
    <w:rsid w:val="009C5D62"/>
    <w:rsid w:val="009C5DEE"/>
    <w:rsid w:val="009C65BD"/>
    <w:rsid w:val="009C66A6"/>
    <w:rsid w:val="009C6AFB"/>
    <w:rsid w:val="009C7081"/>
    <w:rsid w:val="009D0546"/>
    <w:rsid w:val="009D0D40"/>
    <w:rsid w:val="009D1216"/>
    <w:rsid w:val="009D1224"/>
    <w:rsid w:val="009D12E0"/>
    <w:rsid w:val="009D151E"/>
    <w:rsid w:val="009D3249"/>
    <w:rsid w:val="009D350E"/>
    <w:rsid w:val="009D498D"/>
    <w:rsid w:val="009D68DB"/>
    <w:rsid w:val="009E163F"/>
    <w:rsid w:val="009E18F3"/>
    <w:rsid w:val="009E1E56"/>
    <w:rsid w:val="009E21E6"/>
    <w:rsid w:val="009E2880"/>
    <w:rsid w:val="009E369B"/>
    <w:rsid w:val="009E3783"/>
    <w:rsid w:val="009E37BF"/>
    <w:rsid w:val="009E3C8D"/>
    <w:rsid w:val="009E49FF"/>
    <w:rsid w:val="009E5738"/>
    <w:rsid w:val="009E5C92"/>
    <w:rsid w:val="009E5F56"/>
    <w:rsid w:val="009E5F68"/>
    <w:rsid w:val="009E6067"/>
    <w:rsid w:val="009E6082"/>
    <w:rsid w:val="009E636D"/>
    <w:rsid w:val="009E75BC"/>
    <w:rsid w:val="009E7788"/>
    <w:rsid w:val="009F0218"/>
    <w:rsid w:val="009F0E16"/>
    <w:rsid w:val="009F11B2"/>
    <w:rsid w:val="009F1AC5"/>
    <w:rsid w:val="009F1D21"/>
    <w:rsid w:val="009F2B74"/>
    <w:rsid w:val="009F37E5"/>
    <w:rsid w:val="009F4169"/>
    <w:rsid w:val="009F4268"/>
    <w:rsid w:val="009F4B86"/>
    <w:rsid w:val="009F4F66"/>
    <w:rsid w:val="009F5D05"/>
    <w:rsid w:val="009F6EBB"/>
    <w:rsid w:val="009F6F79"/>
    <w:rsid w:val="009F7C73"/>
    <w:rsid w:val="00A0037B"/>
    <w:rsid w:val="00A009CF"/>
    <w:rsid w:val="00A00CAC"/>
    <w:rsid w:val="00A01ABD"/>
    <w:rsid w:val="00A02352"/>
    <w:rsid w:val="00A02618"/>
    <w:rsid w:val="00A03349"/>
    <w:rsid w:val="00A03D40"/>
    <w:rsid w:val="00A04570"/>
    <w:rsid w:val="00A049A8"/>
    <w:rsid w:val="00A06AE1"/>
    <w:rsid w:val="00A073F3"/>
    <w:rsid w:val="00A10418"/>
    <w:rsid w:val="00A107AB"/>
    <w:rsid w:val="00A10DA6"/>
    <w:rsid w:val="00A1115A"/>
    <w:rsid w:val="00A1255D"/>
    <w:rsid w:val="00A127B3"/>
    <w:rsid w:val="00A12BAC"/>
    <w:rsid w:val="00A1323E"/>
    <w:rsid w:val="00A13CD1"/>
    <w:rsid w:val="00A13D96"/>
    <w:rsid w:val="00A140C6"/>
    <w:rsid w:val="00A14FEB"/>
    <w:rsid w:val="00A1522E"/>
    <w:rsid w:val="00A154C4"/>
    <w:rsid w:val="00A16369"/>
    <w:rsid w:val="00A16D6D"/>
    <w:rsid w:val="00A16E7C"/>
    <w:rsid w:val="00A17F24"/>
    <w:rsid w:val="00A202EA"/>
    <w:rsid w:val="00A21268"/>
    <w:rsid w:val="00A2196F"/>
    <w:rsid w:val="00A21A28"/>
    <w:rsid w:val="00A21C21"/>
    <w:rsid w:val="00A227E3"/>
    <w:rsid w:val="00A22C1E"/>
    <w:rsid w:val="00A232E9"/>
    <w:rsid w:val="00A248F3"/>
    <w:rsid w:val="00A25F8E"/>
    <w:rsid w:val="00A277A9"/>
    <w:rsid w:val="00A3032F"/>
    <w:rsid w:val="00A30C6A"/>
    <w:rsid w:val="00A312BD"/>
    <w:rsid w:val="00A3171C"/>
    <w:rsid w:val="00A317FC"/>
    <w:rsid w:val="00A31D2A"/>
    <w:rsid w:val="00A32DCE"/>
    <w:rsid w:val="00A32E23"/>
    <w:rsid w:val="00A3315C"/>
    <w:rsid w:val="00A33B73"/>
    <w:rsid w:val="00A33E21"/>
    <w:rsid w:val="00A348A5"/>
    <w:rsid w:val="00A36232"/>
    <w:rsid w:val="00A36349"/>
    <w:rsid w:val="00A36F5F"/>
    <w:rsid w:val="00A372C1"/>
    <w:rsid w:val="00A37625"/>
    <w:rsid w:val="00A400C0"/>
    <w:rsid w:val="00A40936"/>
    <w:rsid w:val="00A42360"/>
    <w:rsid w:val="00A441F8"/>
    <w:rsid w:val="00A44C94"/>
    <w:rsid w:val="00A45EA7"/>
    <w:rsid w:val="00A46A07"/>
    <w:rsid w:val="00A47FC2"/>
    <w:rsid w:val="00A501B2"/>
    <w:rsid w:val="00A5103E"/>
    <w:rsid w:val="00A510AC"/>
    <w:rsid w:val="00A5179F"/>
    <w:rsid w:val="00A5247E"/>
    <w:rsid w:val="00A5257E"/>
    <w:rsid w:val="00A534E5"/>
    <w:rsid w:val="00A54B10"/>
    <w:rsid w:val="00A5508B"/>
    <w:rsid w:val="00A551CA"/>
    <w:rsid w:val="00A55271"/>
    <w:rsid w:val="00A5707C"/>
    <w:rsid w:val="00A57189"/>
    <w:rsid w:val="00A57295"/>
    <w:rsid w:val="00A57350"/>
    <w:rsid w:val="00A57591"/>
    <w:rsid w:val="00A57E07"/>
    <w:rsid w:val="00A600A9"/>
    <w:rsid w:val="00A62729"/>
    <w:rsid w:val="00A628AE"/>
    <w:rsid w:val="00A63620"/>
    <w:rsid w:val="00A6371F"/>
    <w:rsid w:val="00A63EA9"/>
    <w:rsid w:val="00A64290"/>
    <w:rsid w:val="00A65A4C"/>
    <w:rsid w:val="00A67696"/>
    <w:rsid w:val="00A67F36"/>
    <w:rsid w:val="00A70A05"/>
    <w:rsid w:val="00A71126"/>
    <w:rsid w:val="00A7147D"/>
    <w:rsid w:val="00A715AF"/>
    <w:rsid w:val="00A71BF8"/>
    <w:rsid w:val="00A71C96"/>
    <w:rsid w:val="00A72127"/>
    <w:rsid w:val="00A72CB9"/>
    <w:rsid w:val="00A73005"/>
    <w:rsid w:val="00A730B7"/>
    <w:rsid w:val="00A736B6"/>
    <w:rsid w:val="00A74202"/>
    <w:rsid w:val="00A744DC"/>
    <w:rsid w:val="00A753F3"/>
    <w:rsid w:val="00A75E19"/>
    <w:rsid w:val="00A76332"/>
    <w:rsid w:val="00A76368"/>
    <w:rsid w:val="00A769CE"/>
    <w:rsid w:val="00A76AE3"/>
    <w:rsid w:val="00A76BDF"/>
    <w:rsid w:val="00A77329"/>
    <w:rsid w:val="00A77D7A"/>
    <w:rsid w:val="00A80045"/>
    <w:rsid w:val="00A8010F"/>
    <w:rsid w:val="00A80667"/>
    <w:rsid w:val="00A80A1B"/>
    <w:rsid w:val="00A824C7"/>
    <w:rsid w:val="00A829F7"/>
    <w:rsid w:val="00A82ADA"/>
    <w:rsid w:val="00A83248"/>
    <w:rsid w:val="00A83F45"/>
    <w:rsid w:val="00A84586"/>
    <w:rsid w:val="00A848DC"/>
    <w:rsid w:val="00A84C09"/>
    <w:rsid w:val="00A85DE6"/>
    <w:rsid w:val="00A860B9"/>
    <w:rsid w:val="00A879C8"/>
    <w:rsid w:val="00A908F7"/>
    <w:rsid w:val="00A909CA"/>
    <w:rsid w:val="00A90F72"/>
    <w:rsid w:val="00A913F4"/>
    <w:rsid w:val="00A91831"/>
    <w:rsid w:val="00A92C88"/>
    <w:rsid w:val="00A93662"/>
    <w:rsid w:val="00A93D0F"/>
    <w:rsid w:val="00A93E42"/>
    <w:rsid w:val="00A943C6"/>
    <w:rsid w:val="00A94EAB"/>
    <w:rsid w:val="00A95FF2"/>
    <w:rsid w:val="00A97EDE"/>
    <w:rsid w:val="00A97F42"/>
    <w:rsid w:val="00AA00C1"/>
    <w:rsid w:val="00AA036E"/>
    <w:rsid w:val="00AA072F"/>
    <w:rsid w:val="00AA0B56"/>
    <w:rsid w:val="00AA130F"/>
    <w:rsid w:val="00AA1974"/>
    <w:rsid w:val="00AA201A"/>
    <w:rsid w:val="00AA2355"/>
    <w:rsid w:val="00AA2561"/>
    <w:rsid w:val="00AA2D64"/>
    <w:rsid w:val="00AA2DE8"/>
    <w:rsid w:val="00AA2FAE"/>
    <w:rsid w:val="00AA32D7"/>
    <w:rsid w:val="00AA516D"/>
    <w:rsid w:val="00AA7258"/>
    <w:rsid w:val="00AB2063"/>
    <w:rsid w:val="00AB3604"/>
    <w:rsid w:val="00AB3784"/>
    <w:rsid w:val="00AB39E0"/>
    <w:rsid w:val="00AB3E68"/>
    <w:rsid w:val="00AB4A57"/>
    <w:rsid w:val="00AB531D"/>
    <w:rsid w:val="00AB5362"/>
    <w:rsid w:val="00AB5C2E"/>
    <w:rsid w:val="00AB64E4"/>
    <w:rsid w:val="00AB707A"/>
    <w:rsid w:val="00AC00FF"/>
    <w:rsid w:val="00AC0726"/>
    <w:rsid w:val="00AC11CF"/>
    <w:rsid w:val="00AC1FA9"/>
    <w:rsid w:val="00AC2286"/>
    <w:rsid w:val="00AC3BB6"/>
    <w:rsid w:val="00AC4996"/>
    <w:rsid w:val="00AC6FAF"/>
    <w:rsid w:val="00AC7262"/>
    <w:rsid w:val="00AD00E3"/>
    <w:rsid w:val="00AD106F"/>
    <w:rsid w:val="00AD10C6"/>
    <w:rsid w:val="00AD159C"/>
    <w:rsid w:val="00AD1754"/>
    <w:rsid w:val="00AD1CE0"/>
    <w:rsid w:val="00AD2673"/>
    <w:rsid w:val="00AD338D"/>
    <w:rsid w:val="00AD4E83"/>
    <w:rsid w:val="00AD5FD0"/>
    <w:rsid w:val="00AD60B7"/>
    <w:rsid w:val="00AD6332"/>
    <w:rsid w:val="00AD65B3"/>
    <w:rsid w:val="00AD6F69"/>
    <w:rsid w:val="00AE0462"/>
    <w:rsid w:val="00AE12AB"/>
    <w:rsid w:val="00AE19E3"/>
    <w:rsid w:val="00AE1E67"/>
    <w:rsid w:val="00AE2565"/>
    <w:rsid w:val="00AE2680"/>
    <w:rsid w:val="00AE29D8"/>
    <w:rsid w:val="00AE2A13"/>
    <w:rsid w:val="00AE2C4F"/>
    <w:rsid w:val="00AE2CD3"/>
    <w:rsid w:val="00AE3137"/>
    <w:rsid w:val="00AE4516"/>
    <w:rsid w:val="00AE5791"/>
    <w:rsid w:val="00AE6077"/>
    <w:rsid w:val="00AE6908"/>
    <w:rsid w:val="00AE6DE3"/>
    <w:rsid w:val="00AE6F3D"/>
    <w:rsid w:val="00AE7359"/>
    <w:rsid w:val="00AE79C8"/>
    <w:rsid w:val="00AE7AC1"/>
    <w:rsid w:val="00AF0177"/>
    <w:rsid w:val="00AF13B6"/>
    <w:rsid w:val="00AF1550"/>
    <w:rsid w:val="00AF283F"/>
    <w:rsid w:val="00AF36E8"/>
    <w:rsid w:val="00AF36E9"/>
    <w:rsid w:val="00AF5132"/>
    <w:rsid w:val="00AF5840"/>
    <w:rsid w:val="00AF5C92"/>
    <w:rsid w:val="00AF6455"/>
    <w:rsid w:val="00AF65E0"/>
    <w:rsid w:val="00AF7086"/>
    <w:rsid w:val="00AF7C6C"/>
    <w:rsid w:val="00AF7FD9"/>
    <w:rsid w:val="00B01C5D"/>
    <w:rsid w:val="00B023F2"/>
    <w:rsid w:val="00B0360A"/>
    <w:rsid w:val="00B0368D"/>
    <w:rsid w:val="00B0369D"/>
    <w:rsid w:val="00B03841"/>
    <w:rsid w:val="00B03E1E"/>
    <w:rsid w:val="00B04518"/>
    <w:rsid w:val="00B047B2"/>
    <w:rsid w:val="00B04FB3"/>
    <w:rsid w:val="00B05BB8"/>
    <w:rsid w:val="00B0640A"/>
    <w:rsid w:val="00B0645A"/>
    <w:rsid w:val="00B064AF"/>
    <w:rsid w:val="00B06A9D"/>
    <w:rsid w:val="00B06C64"/>
    <w:rsid w:val="00B07079"/>
    <w:rsid w:val="00B07314"/>
    <w:rsid w:val="00B10101"/>
    <w:rsid w:val="00B107BC"/>
    <w:rsid w:val="00B10F75"/>
    <w:rsid w:val="00B11E27"/>
    <w:rsid w:val="00B11F5E"/>
    <w:rsid w:val="00B120FF"/>
    <w:rsid w:val="00B12930"/>
    <w:rsid w:val="00B12C83"/>
    <w:rsid w:val="00B13FD7"/>
    <w:rsid w:val="00B142D3"/>
    <w:rsid w:val="00B145E0"/>
    <w:rsid w:val="00B1593C"/>
    <w:rsid w:val="00B15BD9"/>
    <w:rsid w:val="00B16260"/>
    <w:rsid w:val="00B172DC"/>
    <w:rsid w:val="00B17A96"/>
    <w:rsid w:val="00B204F2"/>
    <w:rsid w:val="00B208ED"/>
    <w:rsid w:val="00B216B6"/>
    <w:rsid w:val="00B21929"/>
    <w:rsid w:val="00B21FDF"/>
    <w:rsid w:val="00B2221E"/>
    <w:rsid w:val="00B226A1"/>
    <w:rsid w:val="00B239FD"/>
    <w:rsid w:val="00B25193"/>
    <w:rsid w:val="00B25805"/>
    <w:rsid w:val="00B25DBE"/>
    <w:rsid w:val="00B25ECF"/>
    <w:rsid w:val="00B2603B"/>
    <w:rsid w:val="00B30046"/>
    <w:rsid w:val="00B31779"/>
    <w:rsid w:val="00B32BE7"/>
    <w:rsid w:val="00B35220"/>
    <w:rsid w:val="00B36134"/>
    <w:rsid w:val="00B40814"/>
    <w:rsid w:val="00B41012"/>
    <w:rsid w:val="00B417BC"/>
    <w:rsid w:val="00B41899"/>
    <w:rsid w:val="00B42156"/>
    <w:rsid w:val="00B4223A"/>
    <w:rsid w:val="00B42E4D"/>
    <w:rsid w:val="00B43F11"/>
    <w:rsid w:val="00B440A2"/>
    <w:rsid w:val="00B44121"/>
    <w:rsid w:val="00B4498C"/>
    <w:rsid w:val="00B44A2A"/>
    <w:rsid w:val="00B451D7"/>
    <w:rsid w:val="00B453AE"/>
    <w:rsid w:val="00B456D6"/>
    <w:rsid w:val="00B45A1A"/>
    <w:rsid w:val="00B45BFF"/>
    <w:rsid w:val="00B46978"/>
    <w:rsid w:val="00B47242"/>
    <w:rsid w:val="00B5069B"/>
    <w:rsid w:val="00B507A9"/>
    <w:rsid w:val="00B50B7F"/>
    <w:rsid w:val="00B51A67"/>
    <w:rsid w:val="00B51CB4"/>
    <w:rsid w:val="00B5229D"/>
    <w:rsid w:val="00B5263E"/>
    <w:rsid w:val="00B52784"/>
    <w:rsid w:val="00B52CD6"/>
    <w:rsid w:val="00B53148"/>
    <w:rsid w:val="00B560F4"/>
    <w:rsid w:val="00B56ADA"/>
    <w:rsid w:val="00B573AA"/>
    <w:rsid w:val="00B57E31"/>
    <w:rsid w:val="00B60267"/>
    <w:rsid w:val="00B605E2"/>
    <w:rsid w:val="00B608A6"/>
    <w:rsid w:val="00B60D37"/>
    <w:rsid w:val="00B621F9"/>
    <w:rsid w:val="00B62524"/>
    <w:rsid w:val="00B62CF4"/>
    <w:rsid w:val="00B63738"/>
    <w:rsid w:val="00B637A0"/>
    <w:rsid w:val="00B644AB"/>
    <w:rsid w:val="00B64DD7"/>
    <w:rsid w:val="00B6500E"/>
    <w:rsid w:val="00B67E4B"/>
    <w:rsid w:val="00B700EE"/>
    <w:rsid w:val="00B71681"/>
    <w:rsid w:val="00B71A34"/>
    <w:rsid w:val="00B721DE"/>
    <w:rsid w:val="00B722BA"/>
    <w:rsid w:val="00B72A9A"/>
    <w:rsid w:val="00B73131"/>
    <w:rsid w:val="00B7515A"/>
    <w:rsid w:val="00B763EE"/>
    <w:rsid w:val="00B76745"/>
    <w:rsid w:val="00B77043"/>
    <w:rsid w:val="00B77E8F"/>
    <w:rsid w:val="00B80444"/>
    <w:rsid w:val="00B81EE4"/>
    <w:rsid w:val="00B8325E"/>
    <w:rsid w:val="00B83F8F"/>
    <w:rsid w:val="00B8462E"/>
    <w:rsid w:val="00B847FA"/>
    <w:rsid w:val="00B855E4"/>
    <w:rsid w:val="00B863C8"/>
    <w:rsid w:val="00B86746"/>
    <w:rsid w:val="00B867F2"/>
    <w:rsid w:val="00B86DAC"/>
    <w:rsid w:val="00B873AD"/>
    <w:rsid w:val="00B87C53"/>
    <w:rsid w:val="00B90A4C"/>
    <w:rsid w:val="00B90B5F"/>
    <w:rsid w:val="00B91151"/>
    <w:rsid w:val="00B919DF"/>
    <w:rsid w:val="00B91C1D"/>
    <w:rsid w:val="00B92074"/>
    <w:rsid w:val="00B92F52"/>
    <w:rsid w:val="00B938FF"/>
    <w:rsid w:val="00B948BA"/>
    <w:rsid w:val="00B94D04"/>
    <w:rsid w:val="00B952FD"/>
    <w:rsid w:val="00B9552B"/>
    <w:rsid w:val="00B96FA0"/>
    <w:rsid w:val="00B96FAD"/>
    <w:rsid w:val="00B979A1"/>
    <w:rsid w:val="00B97EC6"/>
    <w:rsid w:val="00BA0C09"/>
    <w:rsid w:val="00BA29EB"/>
    <w:rsid w:val="00BA2BB1"/>
    <w:rsid w:val="00BA3B31"/>
    <w:rsid w:val="00BA42EC"/>
    <w:rsid w:val="00BA554F"/>
    <w:rsid w:val="00BA5EC7"/>
    <w:rsid w:val="00BA6241"/>
    <w:rsid w:val="00BA6DF8"/>
    <w:rsid w:val="00BA7BC6"/>
    <w:rsid w:val="00BB10EF"/>
    <w:rsid w:val="00BB34BE"/>
    <w:rsid w:val="00BB3DFA"/>
    <w:rsid w:val="00BB4ED0"/>
    <w:rsid w:val="00BB7BAD"/>
    <w:rsid w:val="00BC0CF8"/>
    <w:rsid w:val="00BC1E90"/>
    <w:rsid w:val="00BC235D"/>
    <w:rsid w:val="00BC2E53"/>
    <w:rsid w:val="00BC3BCC"/>
    <w:rsid w:val="00BC3BF6"/>
    <w:rsid w:val="00BC3F93"/>
    <w:rsid w:val="00BC43BA"/>
    <w:rsid w:val="00BC4449"/>
    <w:rsid w:val="00BC4CAC"/>
    <w:rsid w:val="00BC5C55"/>
    <w:rsid w:val="00BC64C5"/>
    <w:rsid w:val="00BD1E87"/>
    <w:rsid w:val="00BD329D"/>
    <w:rsid w:val="00BD42AE"/>
    <w:rsid w:val="00BD4468"/>
    <w:rsid w:val="00BD4E63"/>
    <w:rsid w:val="00BD63C4"/>
    <w:rsid w:val="00BD67AC"/>
    <w:rsid w:val="00BD7059"/>
    <w:rsid w:val="00BD75F3"/>
    <w:rsid w:val="00BD7DB7"/>
    <w:rsid w:val="00BE0579"/>
    <w:rsid w:val="00BE0B9D"/>
    <w:rsid w:val="00BE1099"/>
    <w:rsid w:val="00BE1431"/>
    <w:rsid w:val="00BE1685"/>
    <w:rsid w:val="00BE1999"/>
    <w:rsid w:val="00BE246E"/>
    <w:rsid w:val="00BE256B"/>
    <w:rsid w:val="00BE2D72"/>
    <w:rsid w:val="00BE2ED6"/>
    <w:rsid w:val="00BE3102"/>
    <w:rsid w:val="00BE345D"/>
    <w:rsid w:val="00BE4B0F"/>
    <w:rsid w:val="00BE4D05"/>
    <w:rsid w:val="00BE4FAB"/>
    <w:rsid w:val="00BE5658"/>
    <w:rsid w:val="00BE6529"/>
    <w:rsid w:val="00BE7072"/>
    <w:rsid w:val="00BE7A92"/>
    <w:rsid w:val="00BF0CE9"/>
    <w:rsid w:val="00BF1943"/>
    <w:rsid w:val="00BF2101"/>
    <w:rsid w:val="00BF37D0"/>
    <w:rsid w:val="00BF3E25"/>
    <w:rsid w:val="00BF587A"/>
    <w:rsid w:val="00BF58B7"/>
    <w:rsid w:val="00BF59E6"/>
    <w:rsid w:val="00BF6024"/>
    <w:rsid w:val="00BF616C"/>
    <w:rsid w:val="00BF6D3D"/>
    <w:rsid w:val="00BF6F2A"/>
    <w:rsid w:val="00C006AA"/>
    <w:rsid w:val="00C0097F"/>
    <w:rsid w:val="00C00ABC"/>
    <w:rsid w:val="00C01BCB"/>
    <w:rsid w:val="00C025B8"/>
    <w:rsid w:val="00C0391E"/>
    <w:rsid w:val="00C03925"/>
    <w:rsid w:val="00C03D6C"/>
    <w:rsid w:val="00C04DD4"/>
    <w:rsid w:val="00C0595A"/>
    <w:rsid w:val="00C075B1"/>
    <w:rsid w:val="00C10537"/>
    <w:rsid w:val="00C10945"/>
    <w:rsid w:val="00C10B48"/>
    <w:rsid w:val="00C10C6C"/>
    <w:rsid w:val="00C11CF5"/>
    <w:rsid w:val="00C11DC0"/>
    <w:rsid w:val="00C11E86"/>
    <w:rsid w:val="00C124AE"/>
    <w:rsid w:val="00C124E1"/>
    <w:rsid w:val="00C12954"/>
    <w:rsid w:val="00C12BAB"/>
    <w:rsid w:val="00C14838"/>
    <w:rsid w:val="00C14B84"/>
    <w:rsid w:val="00C1560C"/>
    <w:rsid w:val="00C16674"/>
    <w:rsid w:val="00C168A5"/>
    <w:rsid w:val="00C16C0B"/>
    <w:rsid w:val="00C1705F"/>
    <w:rsid w:val="00C216EB"/>
    <w:rsid w:val="00C230DF"/>
    <w:rsid w:val="00C232B5"/>
    <w:rsid w:val="00C2342C"/>
    <w:rsid w:val="00C235AD"/>
    <w:rsid w:val="00C236ED"/>
    <w:rsid w:val="00C2434B"/>
    <w:rsid w:val="00C2484C"/>
    <w:rsid w:val="00C25D7C"/>
    <w:rsid w:val="00C262B5"/>
    <w:rsid w:val="00C27475"/>
    <w:rsid w:val="00C277F7"/>
    <w:rsid w:val="00C27BD1"/>
    <w:rsid w:val="00C30093"/>
    <w:rsid w:val="00C30721"/>
    <w:rsid w:val="00C30A8E"/>
    <w:rsid w:val="00C30CE1"/>
    <w:rsid w:val="00C31FAC"/>
    <w:rsid w:val="00C3251F"/>
    <w:rsid w:val="00C3282A"/>
    <w:rsid w:val="00C32D54"/>
    <w:rsid w:val="00C32FF2"/>
    <w:rsid w:val="00C333C0"/>
    <w:rsid w:val="00C34056"/>
    <w:rsid w:val="00C35288"/>
    <w:rsid w:val="00C35756"/>
    <w:rsid w:val="00C35D3E"/>
    <w:rsid w:val="00C36433"/>
    <w:rsid w:val="00C369AB"/>
    <w:rsid w:val="00C36D91"/>
    <w:rsid w:val="00C36F4F"/>
    <w:rsid w:val="00C406F0"/>
    <w:rsid w:val="00C40A0B"/>
    <w:rsid w:val="00C40D5A"/>
    <w:rsid w:val="00C40D7E"/>
    <w:rsid w:val="00C40F27"/>
    <w:rsid w:val="00C41755"/>
    <w:rsid w:val="00C41CE3"/>
    <w:rsid w:val="00C421F7"/>
    <w:rsid w:val="00C422DC"/>
    <w:rsid w:val="00C423CD"/>
    <w:rsid w:val="00C426C1"/>
    <w:rsid w:val="00C42D77"/>
    <w:rsid w:val="00C44664"/>
    <w:rsid w:val="00C45209"/>
    <w:rsid w:val="00C45401"/>
    <w:rsid w:val="00C456F7"/>
    <w:rsid w:val="00C466DD"/>
    <w:rsid w:val="00C4684E"/>
    <w:rsid w:val="00C4689F"/>
    <w:rsid w:val="00C470A2"/>
    <w:rsid w:val="00C47774"/>
    <w:rsid w:val="00C50900"/>
    <w:rsid w:val="00C50AF5"/>
    <w:rsid w:val="00C50FBF"/>
    <w:rsid w:val="00C513B8"/>
    <w:rsid w:val="00C51691"/>
    <w:rsid w:val="00C52BD1"/>
    <w:rsid w:val="00C52D74"/>
    <w:rsid w:val="00C53E14"/>
    <w:rsid w:val="00C53F9D"/>
    <w:rsid w:val="00C55791"/>
    <w:rsid w:val="00C55CB8"/>
    <w:rsid w:val="00C565FE"/>
    <w:rsid w:val="00C56DC0"/>
    <w:rsid w:val="00C56ECA"/>
    <w:rsid w:val="00C57264"/>
    <w:rsid w:val="00C57FAD"/>
    <w:rsid w:val="00C60609"/>
    <w:rsid w:val="00C61445"/>
    <w:rsid w:val="00C61651"/>
    <w:rsid w:val="00C616BF"/>
    <w:rsid w:val="00C61C59"/>
    <w:rsid w:val="00C61EA0"/>
    <w:rsid w:val="00C628D8"/>
    <w:rsid w:val="00C63053"/>
    <w:rsid w:val="00C63326"/>
    <w:rsid w:val="00C633FA"/>
    <w:rsid w:val="00C64158"/>
    <w:rsid w:val="00C644D5"/>
    <w:rsid w:val="00C64504"/>
    <w:rsid w:val="00C65064"/>
    <w:rsid w:val="00C66A49"/>
    <w:rsid w:val="00C702A5"/>
    <w:rsid w:val="00C727CB"/>
    <w:rsid w:val="00C727DC"/>
    <w:rsid w:val="00C729D9"/>
    <w:rsid w:val="00C737F7"/>
    <w:rsid w:val="00C73B5C"/>
    <w:rsid w:val="00C73BB0"/>
    <w:rsid w:val="00C74050"/>
    <w:rsid w:val="00C7482A"/>
    <w:rsid w:val="00C74A22"/>
    <w:rsid w:val="00C74B85"/>
    <w:rsid w:val="00C753FF"/>
    <w:rsid w:val="00C754F5"/>
    <w:rsid w:val="00C75E8D"/>
    <w:rsid w:val="00C767F3"/>
    <w:rsid w:val="00C76EE3"/>
    <w:rsid w:val="00C77438"/>
    <w:rsid w:val="00C77641"/>
    <w:rsid w:val="00C80424"/>
    <w:rsid w:val="00C8069F"/>
    <w:rsid w:val="00C80D47"/>
    <w:rsid w:val="00C8138F"/>
    <w:rsid w:val="00C813F1"/>
    <w:rsid w:val="00C81C90"/>
    <w:rsid w:val="00C822AE"/>
    <w:rsid w:val="00C824BE"/>
    <w:rsid w:val="00C82540"/>
    <w:rsid w:val="00C8268A"/>
    <w:rsid w:val="00C82D94"/>
    <w:rsid w:val="00C835F9"/>
    <w:rsid w:val="00C83782"/>
    <w:rsid w:val="00C84B77"/>
    <w:rsid w:val="00C84C4A"/>
    <w:rsid w:val="00C85C19"/>
    <w:rsid w:val="00C85E6B"/>
    <w:rsid w:val="00C9019D"/>
    <w:rsid w:val="00C91027"/>
    <w:rsid w:val="00C92784"/>
    <w:rsid w:val="00C92DCE"/>
    <w:rsid w:val="00C92FCC"/>
    <w:rsid w:val="00C93F7F"/>
    <w:rsid w:val="00C94267"/>
    <w:rsid w:val="00C9438E"/>
    <w:rsid w:val="00C94918"/>
    <w:rsid w:val="00C9512E"/>
    <w:rsid w:val="00C95880"/>
    <w:rsid w:val="00C9676D"/>
    <w:rsid w:val="00C96856"/>
    <w:rsid w:val="00C97F05"/>
    <w:rsid w:val="00CA05A5"/>
    <w:rsid w:val="00CA05E3"/>
    <w:rsid w:val="00CA06AD"/>
    <w:rsid w:val="00CA1154"/>
    <w:rsid w:val="00CA2280"/>
    <w:rsid w:val="00CA4146"/>
    <w:rsid w:val="00CA4915"/>
    <w:rsid w:val="00CA4A61"/>
    <w:rsid w:val="00CA50DE"/>
    <w:rsid w:val="00CA553C"/>
    <w:rsid w:val="00CA57FE"/>
    <w:rsid w:val="00CA5B56"/>
    <w:rsid w:val="00CA5FAB"/>
    <w:rsid w:val="00CA74CC"/>
    <w:rsid w:val="00CB1915"/>
    <w:rsid w:val="00CB1B29"/>
    <w:rsid w:val="00CB3A77"/>
    <w:rsid w:val="00CB4402"/>
    <w:rsid w:val="00CB4EA8"/>
    <w:rsid w:val="00CB4F4A"/>
    <w:rsid w:val="00CB54E0"/>
    <w:rsid w:val="00CB58B9"/>
    <w:rsid w:val="00CB6126"/>
    <w:rsid w:val="00CB67E5"/>
    <w:rsid w:val="00CB694B"/>
    <w:rsid w:val="00CB6B4B"/>
    <w:rsid w:val="00CB79C9"/>
    <w:rsid w:val="00CB7E13"/>
    <w:rsid w:val="00CC003D"/>
    <w:rsid w:val="00CC02A1"/>
    <w:rsid w:val="00CC0553"/>
    <w:rsid w:val="00CC132F"/>
    <w:rsid w:val="00CC167E"/>
    <w:rsid w:val="00CC191A"/>
    <w:rsid w:val="00CC20DE"/>
    <w:rsid w:val="00CC339A"/>
    <w:rsid w:val="00CC37F6"/>
    <w:rsid w:val="00CC3CDA"/>
    <w:rsid w:val="00CC3D43"/>
    <w:rsid w:val="00CC43C7"/>
    <w:rsid w:val="00CC4893"/>
    <w:rsid w:val="00CC48B4"/>
    <w:rsid w:val="00CC4AF2"/>
    <w:rsid w:val="00CC5107"/>
    <w:rsid w:val="00CD065E"/>
    <w:rsid w:val="00CD09F2"/>
    <w:rsid w:val="00CD0CFB"/>
    <w:rsid w:val="00CD1174"/>
    <w:rsid w:val="00CD1980"/>
    <w:rsid w:val="00CD33D8"/>
    <w:rsid w:val="00CD34C5"/>
    <w:rsid w:val="00CD3714"/>
    <w:rsid w:val="00CD58F7"/>
    <w:rsid w:val="00CD664C"/>
    <w:rsid w:val="00CD764E"/>
    <w:rsid w:val="00CD7719"/>
    <w:rsid w:val="00CD7C52"/>
    <w:rsid w:val="00CE0719"/>
    <w:rsid w:val="00CE1119"/>
    <w:rsid w:val="00CE1B18"/>
    <w:rsid w:val="00CE1CD5"/>
    <w:rsid w:val="00CE1E33"/>
    <w:rsid w:val="00CE2022"/>
    <w:rsid w:val="00CE39DB"/>
    <w:rsid w:val="00CE3B12"/>
    <w:rsid w:val="00CE4E57"/>
    <w:rsid w:val="00CE645F"/>
    <w:rsid w:val="00CE70BC"/>
    <w:rsid w:val="00CF05D2"/>
    <w:rsid w:val="00CF1A52"/>
    <w:rsid w:val="00CF1C6D"/>
    <w:rsid w:val="00CF1F5D"/>
    <w:rsid w:val="00CF4510"/>
    <w:rsid w:val="00CF56C1"/>
    <w:rsid w:val="00CF5779"/>
    <w:rsid w:val="00CF71C0"/>
    <w:rsid w:val="00CF781F"/>
    <w:rsid w:val="00CF78DD"/>
    <w:rsid w:val="00CF7E96"/>
    <w:rsid w:val="00D000EA"/>
    <w:rsid w:val="00D00281"/>
    <w:rsid w:val="00D012E2"/>
    <w:rsid w:val="00D0162F"/>
    <w:rsid w:val="00D01D43"/>
    <w:rsid w:val="00D01DF2"/>
    <w:rsid w:val="00D02FDF"/>
    <w:rsid w:val="00D034A5"/>
    <w:rsid w:val="00D03763"/>
    <w:rsid w:val="00D049C5"/>
    <w:rsid w:val="00D04F91"/>
    <w:rsid w:val="00D05E2C"/>
    <w:rsid w:val="00D06142"/>
    <w:rsid w:val="00D06692"/>
    <w:rsid w:val="00D068D7"/>
    <w:rsid w:val="00D07EFA"/>
    <w:rsid w:val="00D10189"/>
    <w:rsid w:val="00D10673"/>
    <w:rsid w:val="00D1067E"/>
    <w:rsid w:val="00D10C02"/>
    <w:rsid w:val="00D115AA"/>
    <w:rsid w:val="00D131E8"/>
    <w:rsid w:val="00D133AD"/>
    <w:rsid w:val="00D139A4"/>
    <w:rsid w:val="00D144AF"/>
    <w:rsid w:val="00D147EA"/>
    <w:rsid w:val="00D151E9"/>
    <w:rsid w:val="00D15A6C"/>
    <w:rsid w:val="00D15C2D"/>
    <w:rsid w:val="00D16C50"/>
    <w:rsid w:val="00D2000C"/>
    <w:rsid w:val="00D20380"/>
    <w:rsid w:val="00D207CE"/>
    <w:rsid w:val="00D20A74"/>
    <w:rsid w:val="00D20CA3"/>
    <w:rsid w:val="00D20D3C"/>
    <w:rsid w:val="00D21399"/>
    <w:rsid w:val="00D214FF"/>
    <w:rsid w:val="00D21622"/>
    <w:rsid w:val="00D21769"/>
    <w:rsid w:val="00D23560"/>
    <w:rsid w:val="00D23886"/>
    <w:rsid w:val="00D25817"/>
    <w:rsid w:val="00D25DEE"/>
    <w:rsid w:val="00D26EE9"/>
    <w:rsid w:val="00D30761"/>
    <w:rsid w:val="00D32C58"/>
    <w:rsid w:val="00D33743"/>
    <w:rsid w:val="00D33C7F"/>
    <w:rsid w:val="00D34FAB"/>
    <w:rsid w:val="00D35253"/>
    <w:rsid w:val="00D35E68"/>
    <w:rsid w:val="00D371FF"/>
    <w:rsid w:val="00D400BF"/>
    <w:rsid w:val="00D4440D"/>
    <w:rsid w:val="00D444FD"/>
    <w:rsid w:val="00D44E0F"/>
    <w:rsid w:val="00D451AA"/>
    <w:rsid w:val="00D455AD"/>
    <w:rsid w:val="00D45B79"/>
    <w:rsid w:val="00D460F8"/>
    <w:rsid w:val="00D46A7F"/>
    <w:rsid w:val="00D46B90"/>
    <w:rsid w:val="00D46F6E"/>
    <w:rsid w:val="00D47551"/>
    <w:rsid w:val="00D47DD6"/>
    <w:rsid w:val="00D5029B"/>
    <w:rsid w:val="00D507B4"/>
    <w:rsid w:val="00D5100C"/>
    <w:rsid w:val="00D51AE2"/>
    <w:rsid w:val="00D51D97"/>
    <w:rsid w:val="00D5224B"/>
    <w:rsid w:val="00D52345"/>
    <w:rsid w:val="00D52B76"/>
    <w:rsid w:val="00D53F21"/>
    <w:rsid w:val="00D542D8"/>
    <w:rsid w:val="00D57142"/>
    <w:rsid w:val="00D605B5"/>
    <w:rsid w:val="00D607DA"/>
    <w:rsid w:val="00D621E6"/>
    <w:rsid w:val="00D6306F"/>
    <w:rsid w:val="00D63147"/>
    <w:rsid w:val="00D63FFE"/>
    <w:rsid w:val="00D643A4"/>
    <w:rsid w:val="00D64639"/>
    <w:rsid w:val="00D65A8B"/>
    <w:rsid w:val="00D6612E"/>
    <w:rsid w:val="00D6672D"/>
    <w:rsid w:val="00D66D81"/>
    <w:rsid w:val="00D74041"/>
    <w:rsid w:val="00D7427B"/>
    <w:rsid w:val="00D74489"/>
    <w:rsid w:val="00D75527"/>
    <w:rsid w:val="00D76ABA"/>
    <w:rsid w:val="00D76C09"/>
    <w:rsid w:val="00D7798C"/>
    <w:rsid w:val="00D77A8D"/>
    <w:rsid w:val="00D80F76"/>
    <w:rsid w:val="00D81170"/>
    <w:rsid w:val="00D82B96"/>
    <w:rsid w:val="00D8319E"/>
    <w:rsid w:val="00D83F50"/>
    <w:rsid w:val="00D8497B"/>
    <w:rsid w:val="00D8578E"/>
    <w:rsid w:val="00D86A6C"/>
    <w:rsid w:val="00D86BC2"/>
    <w:rsid w:val="00D86DEE"/>
    <w:rsid w:val="00D90020"/>
    <w:rsid w:val="00D904E4"/>
    <w:rsid w:val="00D90E1A"/>
    <w:rsid w:val="00D90E27"/>
    <w:rsid w:val="00D9151A"/>
    <w:rsid w:val="00D9168D"/>
    <w:rsid w:val="00D916EE"/>
    <w:rsid w:val="00D917D9"/>
    <w:rsid w:val="00D91C38"/>
    <w:rsid w:val="00D92168"/>
    <w:rsid w:val="00D92398"/>
    <w:rsid w:val="00D92720"/>
    <w:rsid w:val="00D93995"/>
    <w:rsid w:val="00D93C10"/>
    <w:rsid w:val="00D93CF7"/>
    <w:rsid w:val="00D93E2C"/>
    <w:rsid w:val="00D94CD8"/>
    <w:rsid w:val="00D94D3A"/>
    <w:rsid w:val="00D94F22"/>
    <w:rsid w:val="00D96E60"/>
    <w:rsid w:val="00D974D2"/>
    <w:rsid w:val="00D97C40"/>
    <w:rsid w:val="00DA0B4B"/>
    <w:rsid w:val="00DA16DD"/>
    <w:rsid w:val="00DA16FA"/>
    <w:rsid w:val="00DA175E"/>
    <w:rsid w:val="00DA18E9"/>
    <w:rsid w:val="00DA238B"/>
    <w:rsid w:val="00DA31AF"/>
    <w:rsid w:val="00DA3E6B"/>
    <w:rsid w:val="00DA4BEC"/>
    <w:rsid w:val="00DA4FD1"/>
    <w:rsid w:val="00DA6132"/>
    <w:rsid w:val="00DA6C1C"/>
    <w:rsid w:val="00DA7AE3"/>
    <w:rsid w:val="00DB0188"/>
    <w:rsid w:val="00DB030F"/>
    <w:rsid w:val="00DB05F0"/>
    <w:rsid w:val="00DB0D2A"/>
    <w:rsid w:val="00DB2A72"/>
    <w:rsid w:val="00DB46B7"/>
    <w:rsid w:val="00DB47CE"/>
    <w:rsid w:val="00DB484B"/>
    <w:rsid w:val="00DB5814"/>
    <w:rsid w:val="00DB58D1"/>
    <w:rsid w:val="00DB5E14"/>
    <w:rsid w:val="00DB65D3"/>
    <w:rsid w:val="00DB69E7"/>
    <w:rsid w:val="00DB7624"/>
    <w:rsid w:val="00DC0069"/>
    <w:rsid w:val="00DC18CD"/>
    <w:rsid w:val="00DC1A5C"/>
    <w:rsid w:val="00DC1C66"/>
    <w:rsid w:val="00DC2C01"/>
    <w:rsid w:val="00DC2CE6"/>
    <w:rsid w:val="00DC49A4"/>
    <w:rsid w:val="00DC49BF"/>
    <w:rsid w:val="00DC5CA9"/>
    <w:rsid w:val="00DC5E59"/>
    <w:rsid w:val="00DC622D"/>
    <w:rsid w:val="00DC6754"/>
    <w:rsid w:val="00DC744C"/>
    <w:rsid w:val="00DD0747"/>
    <w:rsid w:val="00DD0897"/>
    <w:rsid w:val="00DD0923"/>
    <w:rsid w:val="00DD1417"/>
    <w:rsid w:val="00DD1D14"/>
    <w:rsid w:val="00DD20F1"/>
    <w:rsid w:val="00DD24F0"/>
    <w:rsid w:val="00DD270E"/>
    <w:rsid w:val="00DD3140"/>
    <w:rsid w:val="00DD3238"/>
    <w:rsid w:val="00DD3585"/>
    <w:rsid w:val="00DD47C4"/>
    <w:rsid w:val="00DD54F0"/>
    <w:rsid w:val="00DD7010"/>
    <w:rsid w:val="00DE0A39"/>
    <w:rsid w:val="00DE0A99"/>
    <w:rsid w:val="00DE281F"/>
    <w:rsid w:val="00DE33A8"/>
    <w:rsid w:val="00DE3E27"/>
    <w:rsid w:val="00DE4A4A"/>
    <w:rsid w:val="00DE4C18"/>
    <w:rsid w:val="00DE4C99"/>
    <w:rsid w:val="00DE4F6D"/>
    <w:rsid w:val="00DE5C70"/>
    <w:rsid w:val="00DE5D74"/>
    <w:rsid w:val="00DE6362"/>
    <w:rsid w:val="00DE703B"/>
    <w:rsid w:val="00DE705D"/>
    <w:rsid w:val="00DE789C"/>
    <w:rsid w:val="00DF15B8"/>
    <w:rsid w:val="00DF1F02"/>
    <w:rsid w:val="00DF2600"/>
    <w:rsid w:val="00DF3AE9"/>
    <w:rsid w:val="00DF3FCE"/>
    <w:rsid w:val="00DF549D"/>
    <w:rsid w:val="00DF625D"/>
    <w:rsid w:val="00DF6F69"/>
    <w:rsid w:val="00DF7295"/>
    <w:rsid w:val="00DF731E"/>
    <w:rsid w:val="00DF7457"/>
    <w:rsid w:val="00DF74AC"/>
    <w:rsid w:val="00E0000D"/>
    <w:rsid w:val="00E00098"/>
    <w:rsid w:val="00E0068A"/>
    <w:rsid w:val="00E011EE"/>
    <w:rsid w:val="00E0188E"/>
    <w:rsid w:val="00E01AF6"/>
    <w:rsid w:val="00E022C9"/>
    <w:rsid w:val="00E02510"/>
    <w:rsid w:val="00E02D2C"/>
    <w:rsid w:val="00E036DB"/>
    <w:rsid w:val="00E03C78"/>
    <w:rsid w:val="00E04E63"/>
    <w:rsid w:val="00E0559B"/>
    <w:rsid w:val="00E05B63"/>
    <w:rsid w:val="00E05DC7"/>
    <w:rsid w:val="00E06137"/>
    <w:rsid w:val="00E067C4"/>
    <w:rsid w:val="00E06D13"/>
    <w:rsid w:val="00E06FE3"/>
    <w:rsid w:val="00E10634"/>
    <w:rsid w:val="00E10A07"/>
    <w:rsid w:val="00E11352"/>
    <w:rsid w:val="00E114E0"/>
    <w:rsid w:val="00E11BB0"/>
    <w:rsid w:val="00E121D5"/>
    <w:rsid w:val="00E12463"/>
    <w:rsid w:val="00E12832"/>
    <w:rsid w:val="00E13099"/>
    <w:rsid w:val="00E13403"/>
    <w:rsid w:val="00E14195"/>
    <w:rsid w:val="00E14D13"/>
    <w:rsid w:val="00E14D51"/>
    <w:rsid w:val="00E15709"/>
    <w:rsid w:val="00E157FF"/>
    <w:rsid w:val="00E16247"/>
    <w:rsid w:val="00E1628E"/>
    <w:rsid w:val="00E16617"/>
    <w:rsid w:val="00E16C79"/>
    <w:rsid w:val="00E17169"/>
    <w:rsid w:val="00E2208B"/>
    <w:rsid w:val="00E22878"/>
    <w:rsid w:val="00E24471"/>
    <w:rsid w:val="00E25BDF"/>
    <w:rsid w:val="00E26006"/>
    <w:rsid w:val="00E26623"/>
    <w:rsid w:val="00E26AD5"/>
    <w:rsid w:val="00E3122B"/>
    <w:rsid w:val="00E317FA"/>
    <w:rsid w:val="00E31918"/>
    <w:rsid w:val="00E31F1B"/>
    <w:rsid w:val="00E3327E"/>
    <w:rsid w:val="00E335A8"/>
    <w:rsid w:val="00E34109"/>
    <w:rsid w:val="00E34738"/>
    <w:rsid w:val="00E34A7D"/>
    <w:rsid w:val="00E34D82"/>
    <w:rsid w:val="00E35F81"/>
    <w:rsid w:val="00E376E3"/>
    <w:rsid w:val="00E377D3"/>
    <w:rsid w:val="00E37ED1"/>
    <w:rsid w:val="00E4075A"/>
    <w:rsid w:val="00E41214"/>
    <w:rsid w:val="00E41337"/>
    <w:rsid w:val="00E41357"/>
    <w:rsid w:val="00E41BAD"/>
    <w:rsid w:val="00E42073"/>
    <w:rsid w:val="00E4291F"/>
    <w:rsid w:val="00E42BAC"/>
    <w:rsid w:val="00E433DD"/>
    <w:rsid w:val="00E4396D"/>
    <w:rsid w:val="00E43C65"/>
    <w:rsid w:val="00E447CE"/>
    <w:rsid w:val="00E44A01"/>
    <w:rsid w:val="00E44E04"/>
    <w:rsid w:val="00E44FFE"/>
    <w:rsid w:val="00E4541F"/>
    <w:rsid w:val="00E45936"/>
    <w:rsid w:val="00E46431"/>
    <w:rsid w:val="00E4661C"/>
    <w:rsid w:val="00E477FF"/>
    <w:rsid w:val="00E47B14"/>
    <w:rsid w:val="00E507D5"/>
    <w:rsid w:val="00E51373"/>
    <w:rsid w:val="00E5161D"/>
    <w:rsid w:val="00E51EB3"/>
    <w:rsid w:val="00E51F71"/>
    <w:rsid w:val="00E52097"/>
    <w:rsid w:val="00E52A5C"/>
    <w:rsid w:val="00E52A97"/>
    <w:rsid w:val="00E52DF6"/>
    <w:rsid w:val="00E533EC"/>
    <w:rsid w:val="00E53BB2"/>
    <w:rsid w:val="00E53BD7"/>
    <w:rsid w:val="00E54184"/>
    <w:rsid w:val="00E55C21"/>
    <w:rsid w:val="00E5669F"/>
    <w:rsid w:val="00E5698D"/>
    <w:rsid w:val="00E571A4"/>
    <w:rsid w:val="00E57211"/>
    <w:rsid w:val="00E57F1A"/>
    <w:rsid w:val="00E60AA4"/>
    <w:rsid w:val="00E60BCD"/>
    <w:rsid w:val="00E627C4"/>
    <w:rsid w:val="00E62B62"/>
    <w:rsid w:val="00E63EB8"/>
    <w:rsid w:val="00E64545"/>
    <w:rsid w:val="00E6466B"/>
    <w:rsid w:val="00E64BDC"/>
    <w:rsid w:val="00E65241"/>
    <w:rsid w:val="00E65371"/>
    <w:rsid w:val="00E65A0D"/>
    <w:rsid w:val="00E66DF6"/>
    <w:rsid w:val="00E66FCC"/>
    <w:rsid w:val="00E671D1"/>
    <w:rsid w:val="00E677D7"/>
    <w:rsid w:val="00E679F1"/>
    <w:rsid w:val="00E67C61"/>
    <w:rsid w:val="00E67DD8"/>
    <w:rsid w:val="00E70794"/>
    <w:rsid w:val="00E7134C"/>
    <w:rsid w:val="00E71842"/>
    <w:rsid w:val="00E73C44"/>
    <w:rsid w:val="00E7437F"/>
    <w:rsid w:val="00E753BA"/>
    <w:rsid w:val="00E7564A"/>
    <w:rsid w:val="00E75F0C"/>
    <w:rsid w:val="00E8086A"/>
    <w:rsid w:val="00E81ED4"/>
    <w:rsid w:val="00E83047"/>
    <w:rsid w:val="00E83C95"/>
    <w:rsid w:val="00E85558"/>
    <w:rsid w:val="00E863A9"/>
    <w:rsid w:val="00E86508"/>
    <w:rsid w:val="00E872DC"/>
    <w:rsid w:val="00E878F6"/>
    <w:rsid w:val="00E87A32"/>
    <w:rsid w:val="00E900B0"/>
    <w:rsid w:val="00E900E2"/>
    <w:rsid w:val="00E904C8"/>
    <w:rsid w:val="00E91AE2"/>
    <w:rsid w:val="00E91E98"/>
    <w:rsid w:val="00E925DF"/>
    <w:rsid w:val="00E929D2"/>
    <w:rsid w:val="00E92D01"/>
    <w:rsid w:val="00E92D91"/>
    <w:rsid w:val="00E92FFE"/>
    <w:rsid w:val="00E93AC4"/>
    <w:rsid w:val="00E93B5D"/>
    <w:rsid w:val="00E94083"/>
    <w:rsid w:val="00E94606"/>
    <w:rsid w:val="00E94660"/>
    <w:rsid w:val="00E94BDB"/>
    <w:rsid w:val="00E9584B"/>
    <w:rsid w:val="00E95B92"/>
    <w:rsid w:val="00E95D24"/>
    <w:rsid w:val="00E97164"/>
    <w:rsid w:val="00E97187"/>
    <w:rsid w:val="00EA0491"/>
    <w:rsid w:val="00EA0A2A"/>
    <w:rsid w:val="00EA1E72"/>
    <w:rsid w:val="00EA2256"/>
    <w:rsid w:val="00EA3ECC"/>
    <w:rsid w:val="00EA441B"/>
    <w:rsid w:val="00EA4771"/>
    <w:rsid w:val="00EA5186"/>
    <w:rsid w:val="00EA559C"/>
    <w:rsid w:val="00EA64B1"/>
    <w:rsid w:val="00EA651A"/>
    <w:rsid w:val="00EA798E"/>
    <w:rsid w:val="00EA79D0"/>
    <w:rsid w:val="00EA7EA0"/>
    <w:rsid w:val="00EB0508"/>
    <w:rsid w:val="00EB0706"/>
    <w:rsid w:val="00EB167C"/>
    <w:rsid w:val="00EB23A5"/>
    <w:rsid w:val="00EB2C3D"/>
    <w:rsid w:val="00EB310F"/>
    <w:rsid w:val="00EB3FD0"/>
    <w:rsid w:val="00EB4C90"/>
    <w:rsid w:val="00EB5C21"/>
    <w:rsid w:val="00EB60FC"/>
    <w:rsid w:val="00EB63FF"/>
    <w:rsid w:val="00EB6855"/>
    <w:rsid w:val="00EB735E"/>
    <w:rsid w:val="00EB75AB"/>
    <w:rsid w:val="00EC04E1"/>
    <w:rsid w:val="00EC0FDB"/>
    <w:rsid w:val="00EC1AD3"/>
    <w:rsid w:val="00EC34B4"/>
    <w:rsid w:val="00EC3744"/>
    <w:rsid w:val="00EC4D3F"/>
    <w:rsid w:val="00EC5683"/>
    <w:rsid w:val="00EC6B01"/>
    <w:rsid w:val="00EC721D"/>
    <w:rsid w:val="00EC7A47"/>
    <w:rsid w:val="00EC7B9C"/>
    <w:rsid w:val="00ED0975"/>
    <w:rsid w:val="00ED13BE"/>
    <w:rsid w:val="00ED1635"/>
    <w:rsid w:val="00ED1C0B"/>
    <w:rsid w:val="00ED2B8D"/>
    <w:rsid w:val="00ED2CE1"/>
    <w:rsid w:val="00ED2FDC"/>
    <w:rsid w:val="00ED3451"/>
    <w:rsid w:val="00ED3703"/>
    <w:rsid w:val="00ED5B38"/>
    <w:rsid w:val="00ED5BBD"/>
    <w:rsid w:val="00ED5D50"/>
    <w:rsid w:val="00EE0040"/>
    <w:rsid w:val="00EE00F6"/>
    <w:rsid w:val="00EE0537"/>
    <w:rsid w:val="00EE0816"/>
    <w:rsid w:val="00EE1459"/>
    <w:rsid w:val="00EE1932"/>
    <w:rsid w:val="00EE31C7"/>
    <w:rsid w:val="00EE3C1D"/>
    <w:rsid w:val="00EE5848"/>
    <w:rsid w:val="00EE73CD"/>
    <w:rsid w:val="00EE767A"/>
    <w:rsid w:val="00EE770B"/>
    <w:rsid w:val="00EF02F5"/>
    <w:rsid w:val="00EF1F4C"/>
    <w:rsid w:val="00EF296A"/>
    <w:rsid w:val="00EF34D4"/>
    <w:rsid w:val="00EF36DA"/>
    <w:rsid w:val="00EF3F22"/>
    <w:rsid w:val="00EF41F4"/>
    <w:rsid w:val="00EF48DE"/>
    <w:rsid w:val="00EF4AE7"/>
    <w:rsid w:val="00EF510B"/>
    <w:rsid w:val="00EF54B3"/>
    <w:rsid w:val="00EF5C01"/>
    <w:rsid w:val="00EF623C"/>
    <w:rsid w:val="00EF665F"/>
    <w:rsid w:val="00EF7D2D"/>
    <w:rsid w:val="00F00039"/>
    <w:rsid w:val="00F00986"/>
    <w:rsid w:val="00F0181F"/>
    <w:rsid w:val="00F0205B"/>
    <w:rsid w:val="00F021D5"/>
    <w:rsid w:val="00F023D0"/>
    <w:rsid w:val="00F0247C"/>
    <w:rsid w:val="00F026A0"/>
    <w:rsid w:val="00F028AE"/>
    <w:rsid w:val="00F02F04"/>
    <w:rsid w:val="00F036ED"/>
    <w:rsid w:val="00F04434"/>
    <w:rsid w:val="00F045C5"/>
    <w:rsid w:val="00F04746"/>
    <w:rsid w:val="00F05D80"/>
    <w:rsid w:val="00F06CFC"/>
    <w:rsid w:val="00F07B79"/>
    <w:rsid w:val="00F10792"/>
    <w:rsid w:val="00F11389"/>
    <w:rsid w:val="00F11ED8"/>
    <w:rsid w:val="00F12303"/>
    <w:rsid w:val="00F12ABF"/>
    <w:rsid w:val="00F12FEC"/>
    <w:rsid w:val="00F13E70"/>
    <w:rsid w:val="00F15A66"/>
    <w:rsid w:val="00F15FA4"/>
    <w:rsid w:val="00F165D1"/>
    <w:rsid w:val="00F17A88"/>
    <w:rsid w:val="00F17D0D"/>
    <w:rsid w:val="00F212FD"/>
    <w:rsid w:val="00F237E6"/>
    <w:rsid w:val="00F2413B"/>
    <w:rsid w:val="00F24B90"/>
    <w:rsid w:val="00F25378"/>
    <w:rsid w:val="00F2633B"/>
    <w:rsid w:val="00F2633F"/>
    <w:rsid w:val="00F269A7"/>
    <w:rsid w:val="00F2741B"/>
    <w:rsid w:val="00F3015C"/>
    <w:rsid w:val="00F30F2A"/>
    <w:rsid w:val="00F3140A"/>
    <w:rsid w:val="00F31914"/>
    <w:rsid w:val="00F3362A"/>
    <w:rsid w:val="00F356D3"/>
    <w:rsid w:val="00F35D50"/>
    <w:rsid w:val="00F36552"/>
    <w:rsid w:val="00F366D4"/>
    <w:rsid w:val="00F36995"/>
    <w:rsid w:val="00F3713F"/>
    <w:rsid w:val="00F37357"/>
    <w:rsid w:val="00F37891"/>
    <w:rsid w:val="00F378ED"/>
    <w:rsid w:val="00F37E9D"/>
    <w:rsid w:val="00F40A70"/>
    <w:rsid w:val="00F4175F"/>
    <w:rsid w:val="00F429A4"/>
    <w:rsid w:val="00F43BF1"/>
    <w:rsid w:val="00F44A54"/>
    <w:rsid w:val="00F44EAB"/>
    <w:rsid w:val="00F45CE8"/>
    <w:rsid w:val="00F45D9F"/>
    <w:rsid w:val="00F46001"/>
    <w:rsid w:val="00F46DB8"/>
    <w:rsid w:val="00F4728F"/>
    <w:rsid w:val="00F47BFD"/>
    <w:rsid w:val="00F50B10"/>
    <w:rsid w:val="00F51040"/>
    <w:rsid w:val="00F51C44"/>
    <w:rsid w:val="00F5278E"/>
    <w:rsid w:val="00F52EDA"/>
    <w:rsid w:val="00F534C7"/>
    <w:rsid w:val="00F5415C"/>
    <w:rsid w:val="00F546AA"/>
    <w:rsid w:val="00F54FEE"/>
    <w:rsid w:val="00F557DA"/>
    <w:rsid w:val="00F55FFA"/>
    <w:rsid w:val="00F56100"/>
    <w:rsid w:val="00F57AD9"/>
    <w:rsid w:val="00F600EB"/>
    <w:rsid w:val="00F602F3"/>
    <w:rsid w:val="00F60A29"/>
    <w:rsid w:val="00F60D28"/>
    <w:rsid w:val="00F644BE"/>
    <w:rsid w:val="00F65117"/>
    <w:rsid w:val="00F661BA"/>
    <w:rsid w:val="00F66B56"/>
    <w:rsid w:val="00F6724E"/>
    <w:rsid w:val="00F67C22"/>
    <w:rsid w:val="00F70E62"/>
    <w:rsid w:val="00F70E74"/>
    <w:rsid w:val="00F7175F"/>
    <w:rsid w:val="00F72461"/>
    <w:rsid w:val="00F72B7F"/>
    <w:rsid w:val="00F72D8D"/>
    <w:rsid w:val="00F746E8"/>
    <w:rsid w:val="00F749CF"/>
    <w:rsid w:val="00F7572C"/>
    <w:rsid w:val="00F757C7"/>
    <w:rsid w:val="00F75DD2"/>
    <w:rsid w:val="00F7604D"/>
    <w:rsid w:val="00F76248"/>
    <w:rsid w:val="00F768A3"/>
    <w:rsid w:val="00F76918"/>
    <w:rsid w:val="00F773BC"/>
    <w:rsid w:val="00F80504"/>
    <w:rsid w:val="00F81712"/>
    <w:rsid w:val="00F819AF"/>
    <w:rsid w:val="00F8401B"/>
    <w:rsid w:val="00F8467B"/>
    <w:rsid w:val="00F8521C"/>
    <w:rsid w:val="00F85FE5"/>
    <w:rsid w:val="00F864D3"/>
    <w:rsid w:val="00F8664C"/>
    <w:rsid w:val="00F90257"/>
    <w:rsid w:val="00F90836"/>
    <w:rsid w:val="00F909AA"/>
    <w:rsid w:val="00F910F7"/>
    <w:rsid w:val="00F91825"/>
    <w:rsid w:val="00F92A18"/>
    <w:rsid w:val="00F92CFF"/>
    <w:rsid w:val="00F92DCD"/>
    <w:rsid w:val="00F93422"/>
    <w:rsid w:val="00F93488"/>
    <w:rsid w:val="00F93C39"/>
    <w:rsid w:val="00F93F2A"/>
    <w:rsid w:val="00F94113"/>
    <w:rsid w:val="00F94439"/>
    <w:rsid w:val="00F9514B"/>
    <w:rsid w:val="00F95BF5"/>
    <w:rsid w:val="00F95CF8"/>
    <w:rsid w:val="00F95F36"/>
    <w:rsid w:val="00F96934"/>
    <w:rsid w:val="00F9759F"/>
    <w:rsid w:val="00F97AC3"/>
    <w:rsid w:val="00FA0385"/>
    <w:rsid w:val="00FA05CC"/>
    <w:rsid w:val="00FA104B"/>
    <w:rsid w:val="00FA13EB"/>
    <w:rsid w:val="00FA1BDC"/>
    <w:rsid w:val="00FA31DD"/>
    <w:rsid w:val="00FA3652"/>
    <w:rsid w:val="00FA3D8B"/>
    <w:rsid w:val="00FA4881"/>
    <w:rsid w:val="00FA5527"/>
    <w:rsid w:val="00FA5A85"/>
    <w:rsid w:val="00FA6346"/>
    <w:rsid w:val="00FA6D2A"/>
    <w:rsid w:val="00FA6FA6"/>
    <w:rsid w:val="00FA791A"/>
    <w:rsid w:val="00FA7CAE"/>
    <w:rsid w:val="00FB0007"/>
    <w:rsid w:val="00FB095E"/>
    <w:rsid w:val="00FB2542"/>
    <w:rsid w:val="00FB2A14"/>
    <w:rsid w:val="00FB3A64"/>
    <w:rsid w:val="00FB3D29"/>
    <w:rsid w:val="00FB4595"/>
    <w:rsid w:val="00FB5ED8"/>
    <w:rsid w:val="00FB7755"/>
    <w:rsid w:val="00FB7825"/>
    <w:rsid w:val="00FC0E80"/>
    <w:rsid w:val="00FC121E"/>
    <w:rsid w:val="00FC1844"/>
    <w:rsid w:val="00FC19E1"/>
    <w:rsid w:val="00FC2F02"/>
    <w:rsid w:val="00FC47C8"/>
    <w:rsid w:val="00FC4F5D"/>
    <w:rsid w:val="00FC55B7"/>
    <w:rsid w:val="00FC5C2F"/>
    <w:rsid w:val="00FC6074"/>
    <w:rsid w:val="00FC78AB"/>
    <w:rsid w:val="00FD1034"/>
    <w:rsid w:val="00FD129E"/>
    <w:rsid w:val="00FD1AFC"/>
    <w:rsid w:val="00FD2197"/>
    <w:rsid w:val="00FD4863"/>
    <w:rsid w:val="00FD560A"/>
    <w:rsid w:val="00FD5658"/>
    <w:rsid w:val="00FD5A79"/>
    <w:rsid w:val="00FD7A43"/>
    <w:rsid w:val="00FE00A3"/>
    <w:rsid w:val="00FE0127"/>
    <w:rsid w:val="00FE0466"/>
    <w:rsid w:val="00FE0BC4"/>
    <w:rsid w:val="00FE0D43"/>
    <w:rsid w:val="00FE1606"/>
    <w:rsid w:val="00FE25BA"/>
    <w:rsid w:val="00FE26B6"/>
    <w:rsid w:val="00FE2A5F"/>
    <w:rsid w:val="00FE3090"/>
    <w:rsid w:val="00FE31C3"/>
    <w:rsid w:val="00FE327A"/>
    <w:rsid w:val="00FE3280"/>
    <w:rsid w:val="00FE3381"/>
    <w:rsid w:val="00FE3880"/>
    <w:rsid w:val="00FE49F5"/>
    <w:rsid w:val="00FE4F4E"/>
    <w:rsid w:val="00FE7926"/>
    <w:rsid w:val="00FF1144"/>
    <w:rsid w:val="00FF2EC3"/>
    <w:rsid w:val="00FF37A3"/>
    <w:rsid w:val="00FF38A3"/>
    <w:rsid w:val="00FF3AD5"/>
    <w:rsid w:val="00FF44A5"/>
    <w:rsid w:val="00FF5138"/>
    <w:rsid w:val="00FF5386"/>
    <w:rsid w:val="00FF55DD"/>
    <w:rsid w:val="00FF5658"/>
    <w:rsid w:val="00FF5736"/>
    <w:rsid w:val="00FF649B"/>
    <w:rsid w:val="00FF703E"/>
    <w:rsid w:val="00FF708E"/>
    <w:rsid w:val="00FF7328"/>
    <w:rsid w:val="00FF768D"/>
    <w:rsid w:val="00FF7ADE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5DE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E863A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fr-FR"/>
    </w:rPr>
  </w:style>
  <w:style w:type="paragraph" w:styleId="Titre3">
    <w:name w:val="heading 3"/>
    <w:basedOn w:val="Normal"/>
    <w:next w:val="Normal"/>
    <w:qFormat/>
    <w:locked/>
    <w:rsid w:val="00105513"/>
    <w:pPr>
      <w:keepNext/>
      <w:spacing w:after="0" w:line="240" w:lineRule="auto"/>
      <w:outlineLvl w:val="2"/>
    </w:pPr>
    <w:rPr>
      <w:rFonts w:ascii="Arial" w:hAnsi="Arial" w:cs="Arial"/>
      <w:color w:val="7AB800"/>
      <w:sz w:val="5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lespacerserv1">
    <w:name w:val="Texte de l'espace réservé1"/>
    <w:basedOn w:val="Policepardfaut"/>
    <w:semiHidden/>
    <w:rsid w:val="00984D48"/>
    <w:rPr>
      <w:rFonts w:cs="Times New Roman"/>
      <w:color w:val="808080"/>
    </w:rPr>
  </w:style>
  <w:style w:type="paragraph" w:styleId="Textedebulles">
    <w:name w:val="Balloon Text"/>
    <w:basedOn w:val="Normal"/>
    <w:link w:val="TextedebullesCar"/>
    <w:semiHidden/>
    <w:rsid w:val="0098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984D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475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475F7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75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75F7E"/>
    <w:rPr>
      <w:rFonts w:cs="Times New Roman"/>
    </w:rPr>
  </w:style>
  <w:style w:type="character" w:customStyle="1" w:styleId="Style1">
    <w:name w:val="Style1"/>
    <w:basedOn w:val="Policepardfaut"/>
    <w:rsid w:val="00B36134"/>
    <w:rPr>
      <w:rFonts w:ascii="Arial" w:hAnsi="Arial" w:cs="Times New Roman"/>
      <w:sz w:val="18"/>
    </w:rPr>
  </w:style>
  <w:style w:type="character" w:customStyle="1" w:styleId="Style2">
    <w:name w:val="Style2"/>
    <w:basedOn w:val="Policepardfaut"/>
    <w:rsid w:val="00B36134"/>
    <w:rPr>
      <w:rFonts w:ascii="Arial" w:hAnsi="Arial" w:cs="Times New Roman"/>
      <w:sz w:val="18"/>
    </w:rPr>
  </w:style>
  <w:style w:type="character" w:styleId="Accentuation">
    <w:name w:val="Emphasis"/>
    <w:basedOn w:val="Policepardfaut"/>
    <w:qFormat/>
    <w:rsid w:val="00812148"/>
    <w:rPr>
      <w:rFonts w:cs="Times New Roman"/>
      <w:i/>
      <w:iCs/>
    </w:rPr>
  </w:style>
  <w:style w:type="character" w:styleId="Numrodepage">
    <w:name w:val="page number"/>
    <w:basedOn w:val="Policepardfaut"/>
    <w:rsid w:val="00415499"/>
    <w:rPr>
      <w:rFonts w:cs="Times New Roman"/>
    </w:rPr>
  </w:style>
  <w:style w:type="character" w:styleId="Lienhypertexte">
    <w:name w:val="Hyperlink"/>
    <w:basedOn w:val="Policepardfaut"/>
    <w:rsid w:val="00C406F0"/>
    <w:rPr>
      <w:rFonts w:cs="Times New Roman"/>
      <w:color w:val="0000FF"/>
      <w:u w:val="single"/>
    </w:rPr>
  </w:style>
  <w:style w:type="paragraph" w:customStyle="1" w:styleId="Paragraphedeliste1">
    <w:name w:val="Paragraphe de liste1"/>
    <w:basedOn w:val="Normal"/>
    <w:rsid w:val="00214AE1"/>
    <w:pPr>
      <w:ind w:left="720"/>
      <w:contextualSpacing/>
    </w:pPr>
  </w:style>
  <w:style w:type="character" w:styleId="lev">
    <w:name w:val="Strong"/>
    <w:basedOn w:val="Policepardfaut"/>
    <w:qFormat/>
    <w:locked/>
    <w:rsid w:val="00105513"/>
    <w:rPr>
      <w:b/>
      <w:bCs/>
    </w:rPr>
  </w:style>
  <w:style w:type="paragraph" w:customStyle="1" w:styleId="bodytext">
    <w:name w:val="bodytext"/>
    <w:basedOn w:val="Normal"/>
    <w:rsid w:val="001055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character" w:customStyle="1" w:styleId="bloctitregauche1">
    <w:name w:val="bloc_titregauche1"/>
    <w:basedOn w:val="Policepardfaut"/>
    <w:rsid w:val="00B605E2"/>
    <w:rPr>
      <w:b/>
      <w:bCs/>
    </w:rPr>
  </w:style>
  <w:style w:type="paragraph" w:styleId="Paragraphedeliste">
    <w:name w:val="List Paragraph"/>
    <w:basedOn w:val="Normal"/>
    <w:uiPriority w:val="34"/>
    <w:qFormat/>
    <w:rsid w:val="00AD2673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Marquedecommentaire">
    <w:name w:val="annotation reference"/>
    <w:basedOn w:val="Policepardfaut"/>
    <w:rsid w:val="001E6FE1"/>
    <w:rPr>
      <w:sz w:val="16"/>
      <w:szCs w:val="16"/>
    </w:rPr>
  </w:style>
  <w:style w:type="paragraph" w:styleId="Commentaire">
    <w:name w:val="annotation text"/>
    <w:basedOn w:val="Normal"/>
    <w:link w:val="CommentaireCar"/>
    <w:rsid w:val="001E6FE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E6FE1"/>
    <w:rPr>
      <w:rFonts w:eastAsia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1E6F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E6FE1"/>
    <w:rPr>
      <w:rFonts w:eastAsia="Times New Roman"/>
      <w:b/>
      <w:bCs/>
      <w:lang w:eastAsia="en-US"/>
    </w:rPr>
  </w:style>
  <w:style w:type="character" w:customStyle="1" w:styleId="Titre1Car">
    <w:name w:val="Titre 1 Car"/>
    <w:basedOn w:val="Policepardfaut"/>
    <w:link w:val="Titre1"/>
    <w:rsid w:val="00E863A9"/>
    <w:rPr>
      <w:rFonts w:ascii="Cambria" w:eastAsia="Times New Roman" w:hAnsi="Cambria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rsid w:val="00E863A9"/>
    <w:pPr>
      <w:spacing w:after="0" w:line="240" w:lineRule="auto"/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863A9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832F8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5DE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E863A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fr-FR"/>
    </w:rPr>
  </w:style>
  <w:style w:type="paragraph" w:styleId="Titre3">
    <w:name w:val="heading 3"/>
    <w:basedOn w:val="Normal"/>
    <w:next w:val="Normal"/>
    <w:qFormat/>
    <w:locked/>
    <w:rsid w:val="00105513"/>
    <w:pPr>
      <w:keepNext/>
      <w:spacing w:after="0" w:line="240" w:lineRule="auto"/>
      <w:outlineLvl w:val="2"/>
    </w:pPr>
    <w:rPr>
      <w:rFonts w:ascii="Arial" w:hAnsi="Arial" w:cs="Arial"/>
      <w:color w:val="7AB800"/>
      <w:sz w:val="5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lespacerserv1">
    <w:name w:val="Texte de l'espace réservé1"/>
    <w:basedOn w:val="Policepardfaut"/>
    <w:semiHidden/>
    <w:rsid w:val="00984D48"/>
    <w:rPr>
      <w:rFonts w:cs="Times New Roman"/>
      <w:color w:val="808080"/>
    </w:rPr>
  </w:style>
  <w:style w:type="paragraph" w:styleId="Textedebulles">
    <w:name w:val="Balloon Text"/>
    <w:basedOn w:val="Normal"/>
    <w:link w:val="TextedebullesCar"/>
    <w:semiHidden/>
    <w:rsid w:val="0098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984D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475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475F7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75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75F7E"/>
    <w:rPr>
      <w:rFonts w:cs="Times New Roman"/>
    </w:rPr>
  </w:style>
  <w:style w:type="character" w:customStyle="1" w:styleId="Style1">
    <w:name w:val="Style1"/>
    <w:basedOn w:val="Policepardfaut"/>
    <w:rsid w:val="00B36134"/>
    <w:rPr>
      <w:rFonts w:ascii="Arial" w:hAnsi="Arial" w:cs="Times New Roman"/>
      <w:sz w:val="18"/>
    </w:rPr>
  </w:style>
  <w:style w:type="character" w:customStyle="1" w:styleId="Style2">
    <w:name w:val="Style2"/>
    <w:basedOn w:val="Policepardfaut"/>
    <w:rsid w:val="00B36134"/>
    <w:rPr>
      <w:rFonts w:ascii="Arial" w:hAnsi="Arial" w:cs="Times New Roman"/>
      <w:sz w:val="18"/>
    </w:rPr>
  </w:style>
  <w:style w:type="character" w:styleId="Accentuation">
    <w:name w:val="Emphasis"/>
    <w:basedOn w:val="Policepardfaut"/>
    <w:qFormat/>
    <w:rsid w:val="00812148"/>
    <w:rPr>
      <w:rFonts w:cs="Times New Roman"/>
      <w:i/>
      <w:iCs/>
    </w:rPr>
  </w:style>
  <w:style w:type="character" w:styleId="Numrodepage">
    <w:name w:val="page number"/>
    <w:basedOn w:val="Policepardfaut"/>
    <w:rsid w:val="00415499"/>
    <w:rPr>
      <w:rFonts w:cs="Times New Roman"/>
    </w:rPr>
  </w:style>
  <w:style w:type="character" w:styleId="Lienhypertexte">
    <w:name w:val="Hyperlink"/>
    <w:basedOn w:val="Policepardfaut"/>
    <w:rsid w:val="00C406F0"/>
    <w:rPr>
      <w:rFonts w:cs="Times New Roman"/>
      <w:color w:val="0000FF"/>
      <w:u w:val="single"/>
    </w:rPr>
  </w:style>
  <w:style w:type="paragraph" w:customStyle="1" w:styleId="Paragraphedeliste1">
    <w:name w:val="Paragraphe de liste1"/>
    <w:basedOn w:val="Normal"/>
    <w:rsid w:val="00214AE1"/>
    <w:pPr>
      <w:ind w:left="720"/>
      <w:contextualSpacing/>
    </w:pPr>
  </w:style>
  <w:style w:type="character" w:styleId="lev">
    <w:name w:val="Strong"/>
    <w:basedOn w:val="Policepardfaut"/>
    <w:qFormat/>
    <w:locked/>
    <w:rsid w:val="00105513"/>
    <w:rPr>
      <w:b/>
      <w:bCs/>
    </w:rPr>
  </w:style>
  <w:style w:type="paragraph" w:customStyle="1" w:styleId="bodytext">
    <w:name w:val="bodytext"/>
    <w:basedOn w:val="Normal"/>
    <w:rsid w:val="001055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character" w:customStyle="1" w:styleId="bloctitregauche1">
    <w:name w:val="bloc_titregauche1"/>
    <w:basedOn w:val="Policepardfaut"/>
    <w:rsid w:val="00B605E2"/>
    <w:rPr>
      <w:b/>
      <w:bCs/>
    </w:rPr>
  </w:style>
  <w:style w:type="paragraph" w:styleId="Paragraphedeliste">
    <w:name w:val="List Paragraph"/>
    <w:basedOn w:val="Normal"/>
    <w:uiPriority w:val="34"/>
    <w:qFormat/>
    <w:rsid w:val="00AD2673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Marquedecommentaire">
    <w:name w:val="annotation reference"/>
    <w:basedOn w:val="Policepardfaut"/>
    <w:rsid w:val="001E6FE1"/>
    <w:rPr>
      <w:sz w:val="16"/>
      <w:szCs w:val="16"/>
    </w:rPr>
  </w:style>
  <w:style w:type="paragraph" w:styleId="Commentaire">
    <w:name w:val="annotation text"/>
    <w:basedOn w:val="Normal"/>
    <w:link w:val="CommentaireCar"/>
    <w:rsid w:val="001E6FE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E6FE1"/>
    <w:rPr>
      <w:rFonts w:eastAsia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1E6F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E6FE1"/>
    <w:rPr>
      <w:rFonts w:eastAsia="Times New Roman"/>
      <w:b/>
      <w:bCs/>
      <w:lang w:eastAsia="en-US"/>
    </w:rPr>
  </w:style>
  <w:style w:type="character" w:customStyle="1" w:styleId="Titre1Car">
    <w:name w:val="Titre 1 Car"/>
    <w:basedOn w:val="Policepardfaut"/>
    <w:link w:val="Titre1"/>
    <w:rsid w:val="00E863A9"/>
    <w:rPr>
      <w:rFonts w:ascii="Cambria" w:eastAsia="Times New Roman" w:hAnsi="Cambria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rsid w:val="00E863A9"/>
    <w:pPr>
      <w:spacing w:after="0" w:line="240" w:lineRule="auto"/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863A9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832F8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22079">
                              <w:marLeft w:val="15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0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4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3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7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97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94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3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7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9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70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43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5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2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9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394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3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34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233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0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4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9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66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8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45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ormandie.ars.sante.fr/les-numeros-utiles-en-normandi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beaussillon\Local%20Settings\Temporary%20Internet%20Files\OLK14\Mod&#232;le%20Si&#232;ge%20(2)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Siège (2).dot</Template>
  <TotalTime>22</TotalTime>
  <Pages>1</Pages>
  <Words>278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MSS</Company>
  <LinksUpToDate>false</LinksUpToDate>
  <CharactersWithSpaces>1761</CharactersWithSpaces>
  <SharedDoc>false</SharedDoc>
  <HLinks>
    <vt:vector size="12" baseType="variant">
      <vt:variant>
        <vt:i4>2687048</vt:i4>
      </vt:variant>
      <vt:variant>
        <vt:i4>0</vt:i4>
      </vt:variant>
      <vt:variant>
        <vt:i4>0</vt:i4>
      </vt:variant>
      <vt:variant>
        <vt:i4>5</vt:i4>
      </vt:variant>
      <vt:variant>
        <vt:lpwstr>mailto:claire.le-prive@ars.sante.fr</vt:lpwstr>
      </vt:variant>
      <vt:variant>
        <vt:lpwstr/>
      </vt:variant>
      <vt:variant>
        <vt:i4>1769475</vt:i4>
      </vt:variant>
      <vt:variant>
        <vt:i4>-1</vt:i4>
      </vt:variant>
      <vt:variant>
        <vt:i4>1035</vt:i4>
      </vt:variant>
      <vt:variant>
        <vt:i4>1</vt:i4>
      </vt:variant>
      <vt:variant>
        <vt:lpwstr>http://www.ars.basse-normandie.sante.fr/uploads/pics/Label_droits_des_usagers_2013.png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creator>vbeaussillon</dc:creator>
  <cp:lastModifiedBy>*</cp:lastModifiedBy>
  <cp:revision>10</cp:revision>
  <cp:lastPrinted>2015-04-02T07:49:00Z</cp:lastPrinted>
  <dcterms:created xsi:type="dcterms:W3CDTF">2019-05-16T12:17:00Z</dcterms:created>
  <dcterms:modified xsi:type="dcterms:W3CDTF">2019-07-11T14:48:00Z</dcterms:modified>
</cp:coreProperties>
</file>